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DB3F4" w14:textId="77777777" w:rsidR="00490FFC" w:rsidRPr="00D5073A" w:rsidRDefault="00490FFC" w:rsidP="007D7C4C">
      <w:pPr>
        <w:pStyle w:val="Title"/>
        <w:spacing w:after="120"/>
      </w:pPr>
      <w:r>
        <w:t xml:space="preserve">BikeReady Akoranga 3 </w:t>
      </w:r>
    </w:p>
    <w:p w14:paraId="7AFD8A34" w14:textId="77777777" w:rsidR="00490FFC" w:rsidRPr="00D5073A" w:rsidRDefault="00490FFC" w:rsidP="007D7C4C">
      <w:pPr>
        <w:spacing w:after="120"/>
      </w:pPr>
    </w:p>
    <w:p w14:paraId="6BABE2C0" w14:textId="77777777" w:rsidR="00490FFC" w:rsidRPr="00A016EE" w:rsidRDefault="00490FFC" w:rsidP="007D7C4C">
      <w:pPr>
        <w:spacing w:after="120"/>
        <w:rPr>
          <w:bCs/>
        </w:rPr>
      </w:pPr>
      <w:r>
        <w:t>Te whakaatu i ngā pūkenga mō te whakamahi nihowhiti</w:t>
      </w:r>
    </w:p>
    <w:p w14:paraId="3C26D550" w14:textId="77777777" w:rsidR="00490FFC" w:rsidRDefault="00490FFC" w:rsidP="007D7C4C">
      <w:pPr>
        <w:spacing w:after="120"/>
        <w:rPr>
          <w:b/>
        </w:rPr>
      </w:pPr>
    </w:p>
    <w:p w14:paraId="38D237C1" w14:textId="7604CB8C" w:rsidR="00490FFC" w:rsidRDefault="00490FFC" w:rsidP="007D7C4C">
      <w:pPr>
        <w:pStyle w:val="Heading2"/>
        <w:spacing w:after="120"/>
      </w:pPr>
      <w:r>
        <w:t>Te whakamahere mō te Akoranga 3</w:t>
      </w:r>
    </w:p>
    <w:p w14:paraId="73B1AAD8" w14:textId="77777777" w:rsidR="00490FFC" w:rsidRDefault="00490FFC" w:rsidP="007D7C4C">
      <w:pPr>
        <w:spacing w:after="120"/>
        <w:rPr>
          <w:b/>
        </w:rPr>
      </w:pPr>
    </w:p>
    <w:p w14:paraId="01F42878" w14:textId="77777777" w:rsidR="00490FFC" w:rsidRPr="00A016EE" w:rsidRDefault="00490FFC" w:rsidP="007D7C4C">
      <w:pPr>
        <w:pStyle w:val="Heading3"/>
        <w:spacing w:after="120"/>
      </w:pPr>
      <w:r>
        <w:t xml:space="preserve">Arotahi ki ngā pūkenga </w:t>
      </w:r>
    </w:p>
    <w:p w14:paraId="0EC12AC9" w14:textId="31466EAC" w:rsidR="00490FFC" w:rsidRPr="00A016EE" w:rsidRDefault="00490FFC" w:rsidP="007D7C4C">
      <w:pPr>
        <w:spacing w:after="120"/>
        <w:rPr>
          <w:bCs/>
        </w:rPr>
      </w:pPr>
      <w:r>
        <w:t xml:space="preserve">Te whakamahi nihowhiti. </w:t>
      </w:r>
    </w:p>
    <w:p w14:paraId="2393146D" w14:textId="75891E24" w:rsidR="00490FFC" w:rsidRPr="00A016EE" w:rsidRDefault="00490FFC" w:rsidP="007D7C4C">
      <w:pPr>
        <w:pStyle w:val="ListParagraph"/>
        <w:numPr>
          <w:ilvl w:val="0"/>
          <w:numId w:val="24"/>
        </w:numPr>
        <w:spacing w:after="120"/>
      </w:pPr>
      <w:r>
        <w:t>Ehara i te mea he nihowhiti ō ngā pahikara katoa – me whai whakaaro ki te tere-kotahi me ngā pahikara BMX.</w:t>
      </w:r>
    </w:p>
    <w:p w14:paraId="5C8354F0" w14:textId="28563BB2" w:rsidR="00490FFC" w:rsidRPr="00A016EE" w:rsidRDefault="00490FFC" w:rsidP="007D7C4C">
      <w:pPr>
        <w:pStyle w:val="ListParagraph"/>
        <w:numPr>
          <w:ilvl w:val="0"/>
          <w:numId w:val="24"/>
        </w:numPr>
        <w:spacing w:after="120"/>
      </w:pPr>
      <w:r>
        <w:t>Ehara i te mea ka kitea ngā nihowhiti o ngā pahikara katoa – he pū ā-roto ō ētahi.</w:t>
      </w:r>
    </w:p>
    <w:p w14:paraId="355E75FF" w14:textId="0F3CF5CE" w:rsidR="00490FFC" w:rsidRPr="00A016EE" w:rsidRDefault="00490FFC" w:rsidP="007D7C4C">
      <w:pPr>
        <w:pStyle w:val="ListParagraph"/>
        <w:numPr>
          <w:ilvl w:val="0"/>
          <w:numId w:val="24"/>
        </w:numPr>
        <w:spacing w:after="120"/>
        <w:rPr>
          <w:i/>
          <w:iCs/>
        </w:rPr>
      </w:pPr>
      <w:r>
        <w:t>Me ako kia kaua e whakawhiti mōrahi i roto i te mekameka.</w:t>
      </w:r>
    </w:p>
    <w:p w14:paraId="03E18651" w14:textId="77777777" w:rsidR="00490FFC" w:rsidRDefault="00490FFC" w:rsidP="007D7C4C">
      <w:pPr>
        <w:spacing w:after="120"/>
        <w:rPr>
          <w:b/>
        </w:rPr>
      </w:pPr>
    </w:p>
    <w:p w14:paraId="7DEA7A42" w14:textId="77777777" w:rsidR="00490FFC" w:rsidRPr="00D5073A" w:rsidRDefault="00490FFC" w:rsidP="007D7C4C">
      <w:pPr>
        <w:pStyle w:val="Heading3"/>
        <w:spacing w:after="120"/>
      </w:pPr>
      <w:r>
        <w:t xml:space="preserve">Te huritao mō te wāhanga whakangungu pūkenga </w:t>
      </w:r>
    </w:p>
    <w:p w14:paraId="276135F5" w14:textId="77777777" w:rsidR="00490FFC" w:rsidRPr="00D5073A" w:rsidRDefault="00490FFC" w:rsidP="007D7C4C">
      <w:pPr>
        <w:spacing w:after="120"/>
        <w:rPr>
          <w:b/>
        </w:rPr>
      </w:pPr>
    </w:p>
    <w:p w14:paraId="575FB4C5" w14:textId="77777777" w:rsidR="00490FFC" w:rsidRPr="00F81DDF" w:rsidRDefault="00490FFC" w:rsidP="007D7C4C">
      <w:pPr>
        <w:spacing w:after="120"/>
        <w:rPr>
          <w:b/>
          <w:iCs/>
        </w:rPr>
      </w:pPr>
      <w:r>
        <w:rPr>
          <w:b/>
        </w:rPr>
        <w:t>Kōrerohia ngā akoranga hou me te kaiako akomanga</w:t>
      </w:r>
    </w:p>
    <w:p w14:paraId="536C49E4" w14:textId="5983EEB6" w:rsidR="00490FFC" w:rsidRPr="00D5073A" w:rsidRDefault="00490FFC" w:rsidP="007D7C4C">
      <w:pPr>
        <w:spacing w:after="120"/>
      </w:pPr>
      <w:r>
        <w:rPr>
          <w:b/>
        </w:rPr>
        <w:t xml:space="preserve">Tautohua </w:t>
      </w:r>
      <w:r w:rsidRPr="00D5073A">
        <w:t xml:space="preserve">ngā wheako i ngahau ki ngā ākonga i whai wāhi ki ngā whakangungu pūkenga pahikara mō te whakamahi nihowhiti.  Tāhopukia ō kitenga ki tētahi Ngaku SOLO. </w:t>
      </w:r>
    </w:p>
    <w:p w14:paraId="7C5B8624" w14:textId="77777777" w:rsidR="00490FFC" w:rsidRPr="00D5073A" w:rsidRDefault="00490FFC" w:rsidP="007D7C4C">
      <w:pPr>
        <w:spacing w:after="120"/>
      </w:pPr>
      <w:r>
        <w:rPr>
          <w:b/>
        </w:rPr>
        <w:t>Tātuhia</w:t>
      </w:r>
      <w:r w:rsidRPr="00D5073A">
        <w:t xml:space="preserve"> ngā pikitia (hopu whakaahua, ataata rānei) e ai ki ngā āki e whai ake.</w:t>
      </w:r>
    </w:p>
    <w:p w14:paraId="5E361CDF" w14:textId="77777777" w:rsidR="00490FFC" w:rsidRPr="00D5073A" w:rsidRDefault="00490FFC" w:rsidP="007D7C4C">
      <w:pPr>
        <w:spacing w:after="120"/>
      </w:pPr>
      <w:r w:rsidRPr="00D5073A">
        <w:rPr>
          <w:noProof/>
        </w:rPr>
        <w:drawing>
          <wp:inline distT="0" distB="0" distL="0" distR="0" wp14:anchorId="3056407E" wp14:editId="77F4FC6F">
            <wp:extent cx="1790700" cy="676275"/>
            <wp:effectExtent l="0" t="0" r="0" b="0"/>
            <wp:docPr id="1" name="Picture 10" descr="HookED DescribePP Stickers 3colour_strip_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ookED DescribePP Stickers 3colour_strip_r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E7259" w14:textId="77777777" w:rsidR="00490FFC" w:rsidRPr="00D5073A" w:rsidRDefault="00490FFC" w:rsidP="007D7C4C">
      <w:pPr>
        <w:pStyle w:val="ListParagraph"/>
        <w:numPr>
          <w:ilvl w:val="0"/>
          <w:numId w:val="25"/>
        </w:numPr>
        <w:spacing w:after="120"/>
      </w:pPr>
      <w:r>
        <w:t>He aha ngā mea i pārekareka ki a koe i a koe i whakauru ki te whakangungu pūkenga pahikara? [Hangangamaha SOLO – tapawhā roa]</w:t>
      </w:r>
    </w:p>
    <w:p w14:paraId="2875AA48" w14:textId="77777777" w:rsidR="00490FFC" w:rsidRPr="00D5073A" w:rsidRDefault="00490FFC" w:rsidP="007D7C4C">
      <w:pPr>
        <w:pStyle w:val="ListParagraph"/>
        <w:numPr>
          <w:ilvl w:val="0"/>
          <w:numId w:val="25"/>
        </w:numPr>
        <w:spacing w:after="120"/>
      </w:pPr>
      <w:r>
        <w:t>He aha i pērā ai ki ōu whakaaro? [Pānga SOLO – mirumiru kōrero]</w:t>
      </w:r>
    </w:p>
    <w:p w14:paraId="45125FDA" w14:textId="77777777" w:rsidR="00490FFC" w:rsidRPr="00D5073A" w:rsidRDefault="00490FFC" w:rsidP="007D7C4C">
      <w:pPr>
        <w:pStyle w:val="ListParagraph"/>
        <w:numPr>
          <w:ilvl w:val="0"/>
          <w:numId w:val="25"/>
        </w:numPr>
        <w:spacing w:after="120"/>
      </w:pPr>
      <w:r>
        <w:t xml:space="preserve">He aha ngā whakaaro ka toko ake ki a koe mō ngā kaieke pahikara, te eke pahikara hoki/rānei? [Waitara SOLO whānui ake] </w:t>
      </w:r>
    </w:p>
    <w:p w14:paraId="6846FA0D" w14:textId="77777777" w:rsidR="00490FFC" w:rsidRPr="00D5073A" w:rsidRDefault="00490FFC" w:rsidP="007D7C4C">
      <w:pPr>
        <w:spacing w:after="120"/>
      </w:pPr>
      <w:r>
        <w:rPr>
          <w:b/>
        </w:rPr>
        <w:t>Tāpirihia ki te rārangi akomanga</w:t>
      </w:r>
      <w:r w:rsidRPr="00D5073A">
        <w:t xml:space="preserve"> o ngā wheako ngahau katoa i pā ki ngā ākonga i te wā e whakangungu pūkenga pahikara ana.</w:t>
      </w:r>
    </w:p>
    <w:p w14:paraId="7341107E" w14:textId="77777777" w:rsidR="00490FFC" w:rsidRPr="00D5073A" w:rsidRDefault="00490FFC" w:rsidP="007D7C4C">
      <w:pPr>
        <w:spacing w:after="120"/>
      </w:pPr>
      <w:r>
        <w:t xml:space="preserve">Tautohua ngā </w:t>
      </w:r>
      <w:r w:rsidRPr="00D5073A">
        <w:rPr>
          <w:b/>
        </w:rPr>
        <w:t>kupu me ngā kōrero hou</w:t>
      </w:r>
      <w:r>
        <w:t xml:space="preserve"> i whakaurua ki te wāhanga whakangungu pūkenga pahikara. Tohua ngā kupu me ngā kōrero hou. </w:t>
      </w:r>
    </w:p>
    <w:p w14:paraId="2222A1A5" w14:textId="77777777" w:rsidR="00490FFC" w:rsidRPr="00D5073A" w:rsidRDefault="00490FFC" w:rsidP="007D7C4C">
      <w:pPr>
        <w:spacing w:after="120"/>
      </w:pPr>
      <w:r>
        <w:t xml:space="preserve">Hei tauira, nihowhiti, hāupa, takahuri, nui, iti, whakamau, niho, tereina haupā, tōpana, ōwehenga, huri, mahi, pūngao, whakawhiti, tawhiti, tātua tauru, paewīra, mekameka pahikara, nihowhiti kōkiri, nihowhiti whaiwhai, wīra nihowhiti, pētara </w:t>
      </w:r>
    </w:p>
    <w:p w14:paraId="040A8FDF" w14:textId="77777777" w:rsidR="00490FFC" w:rsidRPr="00D5073A" w:rsidRDefault="00490FFC" w:rsidP="007D7C4C">
      <w:pPr>
        <w:spacing w:after="120"/>
      </w:pPr>
      <w:r>
        <w:t>Tāpirihia ngā kupu me te tikanga o te kupu ki te rārangi kupu a te akomanga/rōpū. Tautohua ngā kupu rerekē ka whakamahi ki tētahi Tūtohu Kupu Frayer.</w:t>
      </w:r>
    </w:p>
    <w:p w14:paraId="243E232C" w14:textId="5FF0663B" w:rsidR="007D7C4C" w:rsidRDefault="007D7C4C">
      <w:pPr>
        <w:rPr>
          <w:b/>
        </w:rPr>
      </w:pPr>
      <w:r>
        <w:rPr>
          <w:b/>
        </w:rPr>
        <w:br w:type="page"/>
      </w:r>
    </w:p>
    <w:p w14:paraId="7ED81B8F" w14:textId="77777777" w:rsidR="00490FFC" w:rsidRPr="00D5073A" w:rsidRDefault="00490FFC" w:rsidP="007D7C4C">
      <w:pPr>
        <w:pStyle w:val="Heading3"/>
        <w:spacing w:after="120"/>
      </w:pPr>
      <w:r>
        <w:lastRenderedPageBreak/>
        <w:t>Ngā whai wāhitanga mō whakawhitiwhiti me te hapori</w:t>
      </w:r>
    </w:p>
    <w:p w14:paraId="43A62F37" w14:textId="77777777" w:rsidR="00490FFC" w:rsidRPr="00D5073A" w:rsidRDefault="00490FFC" w:rsidP="007D7C4C">
      <w:pPr>
        <w:spacing w:after="120"/>
        <w:rPr>
          <w:b/>
        </w:rPr>
      </w:pPr>
    </w:p>
    <w:p w14:paraId="596E2AF8" w14:textId="77777777" w:rsidR="00490FFC" w:rsidRPr="00D5073A" w:rsidRDefault="00490FFC" w:rsidP="007D7C4C">
      <w:pPr>
        <w:spacing w:after="120"/>
        <w:rPr>
          <w:b/>
        </w:rPr>
      </w:pPr>
      <w:r>
        <w:rPr>
          <w:i/>
        </w:rPr>
        <w:t xml:space="preserve">Me honohono me ngā tāngata, whakahaere hoki i roto i tō hapori e matatau ana ki te </w:t>
      </w:r>
      <w:r w:rsidRPr="00D5073A">
        <w:rPr>
          <w:b/>
          <w:i/>
        </w:rPr>
        <w:t>whakamahi tauru me ngā nihowhiti hei whakawhiti nekehanga.</w:t>
      </w:r>
    </w:p>
    <w:p w14:paraId="43CC069F" w14:textId="77777777" w:rsidR="007D7C4C" w:rsidRDefault="00490FFC" w:rsidP="007D7C4C">
      <w:pPr>
        <w:spacing w:after="120"/>
      </w:pPr>
      <w:r>
        <w:t xml:space="preserve">Me honohono me ngā tāngata, whakahaere hoki i roto i tō hapori ka hiahia pea ki te haere atu, te manaaki rānei i ngā ākonga e hiahia ana ki te rapu kōrero atu anō mō te whakamahi tauru me ngā nihowhiti hei whakawhiti nekehanga. </w:t>
      </w:r>
    </w:p>
    <w:p w14:paraId="72734BB3" w14:textId="60BCBDD9" w:rsidR="00490FFC" w:rsidRPr="00D5073A" w:rsidRDefault="00490FFC" w:rsidP="007D7C4C">
      <w:pPr>
        <w:spacing w:after="120"/>
      </w:pPr>
      <w:r>
        <w:t>Hei tauira, me pōhiri i ngā kaimahi ko tā rātau mahi he nekeneke utanga taumaha ki te kōrero ki ngā ākonga mō te whakamahi i ngā mīhini māmā noa hei āwhina ki te whakawhiti nekehanga, pērā i te neke mīhini taumaha.</w:t>
      </w:r>
    </w:p>
    <w:p w14:paraId="3F306E1A" w14:textId="77777777" w:rsidR="00E61894" w:rsidRDefault="00E61894" w:rsidP="006D556D"/>
    <w:p w14:paraId="770450C0" w14:textId="0BB523F0" w:rsidR="00490FFC" w:rsidRDefault="00490FFC" w:rsidP="007D7C4C">
      <w:pPr>
        <w:pStyle w:val="Heading3"/>
        <w:spacing w:after="120"/>
      </w:pPr>
      <w:r>
        <w:t>Te hāngai ki ngā wāhi ako o Te Marautanga o Aotearoa</w:t>
      </w:r>
    </w:p>
    <w:p w14:paraId="7B9AC11E" w14:textId="77777777" w:rsidR="00490FFC" w:rsidRPr="00014B8C" w:rsidRDefault="00490FFC" w:rsidP="007D7C4C">
      <w:pPr>
        <w:spacing w:after="120"/>
      </w:pPr>
    </w:p>
    <w:p w14:paraId="7AEFA756" w14:textId="77777777" w:rsidR="00490FFC" w:rsidRPr="00E50739" w:rsidRDefault="00490FFC" w:rsidP="007D7C4C">
      <w:pPr>
        <w:spacing w:after="120"/>
      </w:pPr>
      <w:r>
        <w:t>Tirohia te Tirohanga Whānui o Ngā Wāhi Ako o Te Marautanga o Aotearoa. Tirohia te rauemi mō Ngā Whāinga Paetae me Ngā Koronga Akoranga (T1 ki te 4).</w:t>
      </w:r>
    </w:p>
    <w:p w14:paraId="58E03AD5" w14:textId="77777777" w:rsidR="00490FFC" w:rsidRPr="00D5073A" w:rsidRDefault="00490FFC" w:rsidP="007D7C4C">
      <w:pPr>
        <w:spacing w:after="12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0"/>
        <w:gridCol w:w="1494"/>
        <w:gridCol w:w="341"/>
        <w:gridCol w:w="643"/>
        <w:gridCol w:w="482"/>
        <w:gridCol w:w="782"/>
        <w:gridCol w:w="12"/>
        <w:gridCol w:w="822"/>
        <w:gridCol w:w="450"/>
        <w:gridCol w:w="610"/>
        <w:gridCol w:w="393"/>
        <w:gridCol w:w="1501"/>
      </w:tblGrid>
      <w:tr w:rsidR="00490FFC" w:rsidRPr="00D5073A" w14:paraId="1AC0183B" w14:textId="77777777" w:rsidTr="006C15E8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2D3DE049" w14:textId="77777777" w:rsidR="00490FFC" w:rsidRPr="00D5073A" w:rsidRDefault="00490FFC" w:rsidP="007D7C4C">
            <w:pPr>
              <w:spacing w:after="120"/>
            </w:pPr>
            <w:r>
              <w:rPr>
                <w:color w:val="FFFFFF" w:themeColor="background1"/>
              </w:rPr>
              <w:t>Te reo Pākehā</w:t>
            </w:r>
          </w:p>
        </w:tc>
        <w:tc>
          <w:tcPr>
            <w:tcW w:w="38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215E" w14:textId="77777777" w:rsidR="00490FFC" w:rsidRPr="00D5073A" w:rsidRDefault="00490FFC" w:rsidP="007D7C4C">
            <w:pPr>
              <w:spacing w:after="120"/>
            </w:pPr>
            <w:r>
              <w:t>Te Whakarongo, Pānui me te Tirotiro</w:t>
            </w:r>
          </w:p>
        </w:tc>
        <w:tc>
          <w:tcPr>
            <w:tcW w:w="3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EC9D" w14:textId="77777777" w:rsidR="00490FFC" w:rsidRPr="00D5073A" w:rsidRDefault="00490FFC" w:rsidP="007D7C4C">
            <w:pPr>
              <w:spacing w:after="120"/>
            </w:pPr>
            <w:r>
              <w:t>Te Kōrero, Tuhituhi me te Whakaatu</w:t>
            </w:r>
          </w:p>
        </w:tc>
      </w:tr>
      <w:tr w:rsidR="00490FFC" w:rsidRPr="00D5073A" w14:paraId="1168306B" w14:textId="77777777" w:rsidTr="006C15E8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566E5710" w14:textId="77777777" w:rsidR="00490FFC" w:rsidRPr="00D5073A" w:rsidRDefault="00490FFC" w:rsidP="007D7C4C">
            <w:pPr>
              <w:spacing w:after="120"/>
            </w:pPr>
            <w:r>
              <w:t>Ngā Toi - Whakaari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F387" w14:textId="77777777" w:rsidR="00490FFC" w:rsidRPr="00D5073A" w:rsidRDefault="00490FFC" w:rsidP="007D7C4C">
            <w:pPr>
              <w:spacing w:after="120"/>
            </w:pPr>
            <w:r>
              <w:t>Te Mārama ki Ngā Toi i roto i ngā Horopaki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5F67" w14:textId="77777777" w:rsidR="00490FFC" w:rsidRPr="00D5073A" w:rsidRDefault="00490FFC" w:rsidP="007D7C4C">
            <w:pPr>
              <w:spacing w:after="120"/>
            </w:pPr>
            <w:r>
              <w:t>Te Whakawhanake i Ngā Mōhio Whaitake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D8B2" w14:textId="77777777" w:rsidR="00490FFC" w:rsidRPr="00D5073A" w:rsidRDefault="00490FFC" w:rsidP="007D7C4C">
            <w:pPr>
              <w:spacing w:after="120"/>
            </w:pPr>
            <w:r>
              <w:t>Te Waihanga Whakaaro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FC42" w14:textId="77777777" w:rsidR="00490FFC" w:rsidRPr="00D5073A" w:rsidRDefault="00490FFC" w:rsidP="007D7C4C">
            <w:pPr>
              <w:spacing w:after="120"/>
            </w:pPr>
            <w:r>
              <w:t>Te Whakawhitiwhiti me te Whakamāori</w:t>
            </w:r>
          </w:p>
        </w:tc>
      </w:tr>
      <w:tr w:rsidR="00490FFC" w:rsidRPr="00D5073A" w14:paraId="3FCE773D" w14:textId="77777777" w:rsidTr="006C15E8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B9B2"/>
          </w:tcPr>
          <w:p w14:paraId="65163470" w14:textId="77777777" w:rsidR="00490FFC" w:rsidRPr="00D5073A" w:rsidRDefault="00490FFC" w:rsidP="007D7C4C">
            <w:pPr>
              <w:spacing w:after="120"/>
            </w:pPr>
            <w:r>
              <w:t>Hauora me te Mātauranga Whakakori</w:t>
            </w:r>
          </w:p>
        </w:tc>
        <w:tc>
          <w:tcPr>
            <w:tcW w:w="3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960A" w14:textId="77777777" w:rsidR="00490FFC" w:rsidRPr="00D5073A" w:rsidRDefault="00490FFC" w:rsidP="007D7C4C">
            <w:pPr>
              <w:spacing w:after="120"/>
            </w:pPr>
            <w:r>
              <w:t>Hauora Whaiaro me te Whanaketanga ā-Tinana A - A3 Whakahaerenga Haumaru</w:t>
            </w:r>
          </w:p>
        </w:tc>
        <w:tc>
          <w:tcPr>
            <w:tcW w:w="3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BFF1" w14:textId="4C1108E0" w:rsidR="00490FFC" w:rsidRPr="00D5073A" w:rsidRDefault="00490FFC" w:rsidP="007D7C4C">
            <w:pPr>
              <w:spacing w:after="120"/>
            </w:pPr>
            <w:r>
              <w:t xml:space="preserve">Ngā Hapori Hauora me Ngā Taiao </w:t>
            </w:r>
            <w:r w:rsidR="001833D5">
              <w:t xml:space="preserve">S </w:t>
            </w:r>
            <w:r>
              <w:t>- D2 Ngā Rauemi Hapori</w:t>
            </w:r>
          </w:p>
        </w:tc>
      </w:tr>
      <w:tr w:rsidR="00490FFC" w:rsidRPr="00D5073A" w14:paraId="1493FB25" w14:textId="77777777" w:rsidTr="006C15E8">
        <w:trPr>
          <w:trHeight w:val="338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ABC0"/>
          </w:tcPr>
          <w:p w14:paraId="6EC12E35" w14:textId="77777777" w:rsidR="00490FFC" w:rsidRPr="00D5073A" w:rsidRDefault="00490FFC" w:rsidP="007D7C4C">
            <w:pPr>
              <w:spacing w:after="120"/>
            </w:pPr>
            <w:r>
              <w:t>Pāngarau me te Tauanga</w:t>
            </w:r>
          </w:p>
          <w:p w14:paraId="0416994C" w14:textId="77777777" w:rsidR="00490FFC" w:rsidRPr="00D5073A" w:rsidRDefault="00490FFC" w:rsidP="007D7C4C">
            <w:pPr>
              <w:spacing w:after="120"/>
            </w:pPr>
          </w:p>
        </w:tc>
        <w:tc>
          <w:tcPr>
            <w:tcW w:w="77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BDC4" w14:textId="77777777" w:rsidR="00490FFC" w:rsidRPr="00D5073A" w:rsidRDefault="00490FFC" w:rsidP="007D7C4C">
            <w:pPr>
              <w:spacing w:after="120"/>
            </w:pPr>
            <w:r>
              <w:t>Tau me te Mahi Taurangi</w:t>
            </w:r>
          </w:p>
        </w:tc>
      </w:tr>
      <w:tr w:rsidR="00490FFC" w:rsidRPr="00D5073A" w14:paraId="3DD18996" w14:textId="77777777" w:rsidTr="006C15E8">
        <w:trPr>
          <w:trHeight w:val="338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ABC0"/>
          </w:tcPr>
          <w:p w14:paraId="0C16867F" w14:textId="77777777" w:rsidR="00490FFC" w:rsidRPr="00D5073A" w:rsidRDefault="00490FFC" w:rsidP="007D7C4C">
            <w:pPr>
              <w:spacing w:after="120"/>
            </w:pP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779F" w14:textId="77777777" w:rsidR="00490FFC" w:rsidRPr="00D5073A" w:rsidRDefault="00490FFC" w:rsidP="007D7C4C">
            <w:pPr>
              <w:spacing w:after="120"/>
            </w:pPr>
            <w:r>
              <w:t>Ngā rautaki tau me ngā mōhiotanga</w:t>
            </w:r>
          </w:p>
        </w:tc>
        <w:tc>
          <w:tcPr>
            <w:tcW w:w="2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0586" w14:textId="77777777" w:rsidR="00490FFC" w:rsidRPr="00D5073A" w:rsidRDefault="00490FFC" w:rsidP="007D7C4C">
            <w:pPr>
              <w:spacing w:after="120"/>
            </w:pPr>
            <w:r>
              <w:t>Ngā whārite me ngā kīanga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BBB2" w14:textId="77777777" w:rsidR="00490FFC" w:rsidRPr="00D5073A" w:rsidRDefault="00490FFC" w:rsidP="007D7C4C">
            <w:pPr>
              <w:spacing w:after="120"/>
            </w:pPr>
            <w:r>
              <w:t>Ngā tauira me ngā hononga</w:t>
            </w:r>
          </w:p>
        </w:tc>
      </w:tr>
      <w:tr w:rsidR="00490FFC" w:rsidRPr="00D5073A" w14:paraId="5EE4BE25" w14:textId="77777777" w:rsidTr="006C15E8">
        <w:trPr>
          <w:trHeight w:val="338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A8D7C"/>
          </w:tcPr>
          <w:p w14:paraId="2A9804F4" w14:textId="77777777" w:rsidR="00490FFC" w:rsidRPr="00D5073A" w:rsidRDefault="00490FFC" w:rsidP="007D7C4C">
            <w:pPr>
              <w:spacing w:after="120"/>
            </w:pPr>
            <w:r>
              <w:t>Pūtaiao</w:t>
            </w:r>
          </w:p>
          <w:p w14:paraId="2502C6BB" w14:textId="77777777" w:rsidR="00490FFC" w:rsidRPr="00D5073A" w:rsidRDefault="00490FFC" w:rsidP="007D7C4C">
            <w:pPr>
              <w:spacing w:after="120"/>
            </w:pPr>
          </w:p>
          <w:p w14:paraId="768EAF59" w14:textId="77777777" w:rsidR="00490FFC" w:rsidRPr="00D5073A" w:rsidRDefault="00490FFC" w:rsidP="007D7C4C">
            <w:pPr>
              <w:spacing w:after="120"/>
            </w:pPr>
          </w:p>
        </w:tc>
        <w:tc>
          <w:tcPr>
            <w:tcW w:w="62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EB1B" w14:textId="77777777" w:rsidR="00490FFC" w:rsidRPr="00D5073A" w:rsidRDefault="00490FFC" w:rsidP="007D7C4C">
            <w:pPr>
              <w:spacing w:after="120"/>
            </w:pPr>
            <w:r>
              <w:t>Te Āhua o te Pūtaiao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5BB9" w14:textId="77777777" w:rsidR="00490FFC" w:rsidRPr="00D5073A" w:rsidRDefault="00490FFC" w:rsidP="007D7C4C">
            <w:pPr>
              <w:spacing w:after="120"/>
            </w:pPr>
            <w:r>
              <w:t>Ō Ahupūngao</w:t>
            </w:r>
          </w:p>
        </w:tc>
      </w:tr>
      <w:tr w:rsidR="00490FFC" w:rsidRPr="00D5073A" w14:paraId="16A97A8F" w14:textId="77777777" w:rsidTr="006C15E8">
        <w:trPr>
          <w:trHeight w:val="338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A8D7C"/>
          </w:tcPr>
          <w:p w14:paraId="085F678A" w14:textId="77777777" w:rsidR="00490FFC" w:rsidRPr="00D5073A" w:rsidRDefault="00490FFC" w:rsidP="007D7C4C">
            <w:pPr>
              <w:spacing w:after="120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C14B" w14:textId="77777777" w:rsidR="00490FFC" w:rsidRPr="00D5073A" w:rsidRDefault="00490FFC" w:rsidP="007D7C4C">
            <w:pPr>
              <w:spacing w:after="120"/>
            </w:pPr>
            <w:r>
              <w:t>Te mārama ki te pūtaiao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41DF" w14:textId="77777777" w:rsidR="00490FFC" w:rsidRPr="00D5073A" w:rsidRDefault="00490FFC" w:rsidP="007D7C4C">
            <w:pPr>
              <w:spacing w:after="120"/>
            </w:pPr>
            <w:r>
              <w:t>Te tūhura pūtaiao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E9DF" w14:textId="77777777" w:rsidR="00490FFC" w:rsidRPr="00D5073A" w:rsidRDefault="00490FFC" w:rsidP="007D7C4C">
            <w:pPr>
              <w:spacing w:after="120"/>
            </w:pPr>
            <w:r>
              <w:t>Te whakawhitiwhiti i roto i te pūtaiao</w:t>
            </w:r>
          </w:p>
        </w:tc>
        <w:tc>
          <w:tcPr>
            <w:tcW w:w="1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CC07" w14:textId="77777777" w:rsidR="00490FFC" w:rsidRPr="00D5073A" w:rsidRDefault="00490FFC" w:rsidP="007D7C4C">
            <w:pPr>
              <w:spacing w:after="120"/>
            </w:pPr>
            <w:r>
              <w:t>Te whakauru me te tautoko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1557" w14:textId="77777777" w:rsidR="00490FFC" w:rsidRPr="00D5073A" w:rsidRDefault="00490FFC" w:rsidP="007D7C4C">
            <w:pPr>
              <w:spacing w:after="120"/>
            </w:pPr>
            <w:r>
              <w:t>Te uiui ā-kiko me ngā ariā ōkiko</w:t>
            </w:r>
          </w:p>
        </w:tc>
      </w:tr>
      <w:tr w:rsidR="00490FFC" w:rsidRPr="00D5073A" w14:paraId="568F367A" w14:textId="77777777" w:rsidTr="006C15E8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867A4"/>
          </w:tcPr>
          <w:p w14:paraId="7ECF6C27" w14:textId="77777777" w:rsidR="00490FFC" w:rsidRPr="00D5073A" w:rsidRDefault="00490FFC" w:rsidP="007D7C4C">
            <w:pPr>
              <w:spacing w:after="120"/>
            </w:pPr>
            <w:r>
              <w:t>Ngā Pūtaiao Pāpori</w:t>
            </w:r>
          </w:p>
          <w:p w14:paraId="76751AD0" w14:textId="77777777" w:rsidR="00490FFC" w:rsidRPr="00D5073A" w:rsidRDefault="00490FFC" w:rsidP="007D7C4C">
            <w:pPr>
              <w:spacing w:after="120"/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8724" w14:textId="77777777" w:rsidR="00490FFC" w:rsidRPr="00D5073A" w:rsidRDefault="00490FFC" w:rsidP="007D7C4C">
            <w:pPr>
              <w:spacing w:after="120"/>
            </w:pPr>
            <w:r>
              <w:t>Tuakiri, Ahurea me te Whakahaere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2101" w14:textId="77777777" w:rsidR="00490FFC" w:rsidRPr="00D5073A" w:rsidRDefault="00490FFC" w:rsidP="007D7C4C">
            <w:pPr>
              <w:spacing w:after="120"/>
            </w:pPr>
            <w:r>
              <w:t>Te Wāhi me te Taiao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14A7" w14:textId="77777777" w:rsidR="00490FFC" w:rsidRPr="00D5073A" w:rsidRDefault="00490FFC" w:rsidP="007D7C4C">
            <w:pPr>
              <w:spacing w:after="120"/>
            </w:pPr>
            <w:r>
              <w:t>Te Ukiuki me te Huringa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3D15" w14:textId="77777777" w:rsidR="00490FFC" w:rsidRPr="00D5073A" w:rsidRDefault="00490FFC" w:rsidP="007D7C4C">
            <w:pPr>
              <w:spacing w:after="120"/>
            </w:pPr>
            <w:r>
              <w:t>Te Ao Ōhanga</w:t>
            </w:r>
          </w:p>
        </w:tc>
      </w:tr>
      <w:tr w:rsidR="00490FFC" w:rsidRPr="00D5073A" w14:paraId="7DDF6B99" w14:textId="77777777" w:rsidTr="006C15E8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 w:themeFill="accent2" w:themeFillShade="80"/>
          </w:tcPr>
          <w:p w14:paraId="4F29DD15" w14:textId="77777777" w:rsidR="00490FFC" w:rsidRPr="00D5073A" w:rsidRDefault="00490FFC" w:rsidP="007D7C4C">
            <w:pPr>
              <w:spacing w:after="120"/>
            </w:pPr>
            <w:r>
              <w:rPr>
                <w:color w:val="FFFFFF" w:themeColor="background1"/>
              </w:rPr>
              <w:t>Hangarau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44A6" w14:textId="77777777" w:rsidR="00490FFC" w:rsidRPr="00D5073A" w:rsidRDefault="00490FFC" w:rsidP="007D7C4C">
            <w:pPr>
              <w:spacing w:after="120"/>
            </w:pPr>
            <w:r>
              <w:t>Tikanga Hangarau</w:t>
            </w:r>
          </w:p>
        </w:tc>
        <w:tc>
          <w:tcPr>
            <w:tcW w:w="2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5BDD" w14:textId="77777777" w:rsidR="00490FFC" w:rsidRPr="00D5073A" w:rsidRDefault="00490FFC" w:rsidP="007D7C4C">
            <w:pPr>
              <w:spacing w:after="120"/>
            </w:pPr>
            <w:r>
              <w:t>Mōhiotanga Hangarau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F2AB" w14:textId="77777777" w:rsidR="00490FFC" w:rsidRPr="00D5073A" w:rsidRDefault="00490FFC" w:rsidP="007D7C4C">
            <w:pPr>
              <w:spacing w:after="120"/>
            </w:pPr>
            <w:r>
              <w:t xml:space="preserve">Te Āhua o te Hangarau </w:t>
            </w:r>
          </w:p>
        </w:tc>
      </w:tr>
    </w:tbl>
    <w:p w14:paraId="7F2FD8D8" w14:textId="62BA99EE" w:rsidR="00E61894" w:rsidRDefault="00E61894" w:rsidP="007D7C4C">
      <w:pPr>
        <w:spacing w:after="120"/>
        <w:rPr>
          <w:b/>
        </w:rPr>
      </w:pPr>
    </w:p>
    <w:p w14:paraId="2BB02B6F" w14:textId="77777777" w:rsidR="00E61894" w:rsidRDefault="00E61894">
      <w:pPr>
        <w:rPr>
          <w:b/>
        </w:rPr>
      </w:pPr>
      <w:r>
        <w:rPr>
          <w:b/>
        </w:rPr>
        <w:br w:type="page"/>
      </w:r>
    </w:p>
    <w:p w14:paraId="699ED7DE" w14:textId="77777777" w:rsidR="00490FFC" w:rsidRPr="00004160" w:rsidRDefault="00490FFC" w:rsidP="007D7C4C">
      <w:pPr>
        <w:pStyle w:val="Heading2"/>
        <w:spacing w:after="120"/>
      </w:pPr>
      <w:r>
        <w:lastRenderedPageBreak/>
        <w:t xml:space="preserve">Ngā mahinga akomanga </w:t>
      </w:r>
    </w:p>
    <w:p w14:paraId="0DCC542A" w14:textId="77777777" w:rsidR="00490FFC" w:rsidRPr="00D5073A" w:rsidRDefault="00490FFC" w:rsidP="007D7C4C">
      <w:pPr>
        <w:spacing w:after="120"/>
        <w:rPr>
          <w:b/>
        </w:rPr>
      </w:pPr>
    </w:p>
    <w:p w14:paraId="72C5940A" w14:textId="77777777" w:rsidR="00490FFC" w:rsidRPr="00004160" w:rsidRDefault="00490FFC" w:rsidP="007D7C4C">
      <w:pPr>
        <w:spacing w:after="120"/>
        <w:rPr>
          <w:iCs/>
        </w:rPr>
      </w:pPr>
      <w:r>
        <w:t xml:space="preserve">Te whai māramatanga pāpaku me te matawhānui hei tautoko i ngā wāhanga whakangungu pūkenga pahikara. </w:t>
      </w:r>
    </w:p>
    <w:p w14:paraId="20CD3A19" w14:textId="77777777" w:rsidR="00490FFC" w:rsidRPr="00004160" w:rsidRDefault="00490FFC" w:rsidP="007D7C4C">
      <w:pPr>
        <w:spacing w:after="120"/>
        <w:rPr>
          <w:iCs/>
        </w:rPr>
      </w:pPr>
      <w:r>
        <w:t>Te whakatipu i te mārama o ngā ākonga mō te mahi ina eke pahikara.</w:t>
      </w:r>
    </w:p>
    <w:p w14:paraId="7C3A8B4C" w14:textId="77777777" w:rsidR="00490FFC" w:rsidRPr="00D5073A" w:rsidRDefault="00490FFC" w:rsidP="007D7C4C">
      <w:pPr>
        <w:spacing w:after="120"/>
        <w:rPr>
          <w:b/>
        </w:rPr>
      </w:pPr>
    </w:p>
    <w:p w14:paraId="6CFEE7FB" w14:textId="77777777" w:rsidR="00490FFC" w:rsidRPr="00D5073A" w:rsidRDefault="00490FFC" w:rsidP="007D7C4C">
      <w:pPr>
        <w:pStyle w:val="Heading3"/>
        <w:spacing w:after="120"/>
      </w:pPr>
      <w:r>
        <w:t>3.1. Ngā tōpana – Ina tere ake te pahikara, pōturi haere, huri i te ahunga me te āhua</w:t>
      </w:r>
    </w:p>
    <w:p w14:paraId="0A166E51" w14:textId="77777777" w:rsidR="00490FFC" w:rsidRDefault="00490FFC" w:rsidP="007D7C4C">
      <w:pPr>
        <w:spacing w:after="120"/>
      </w:pPr>
    </w:p>
    <w:p w14:paraId="1992BCB8" w14:textId="77777777" w:rsidR="00490FFC" w:rsidRPr="00D5073A" w:rsidRDefault="00490FFC" w:rsidP="007D7C4C">
      <w:pPr>
        <w:spacing w:after="120"/>
      </w:pPr>
      <w:r>
        <w:t>[Te whakahiato huatau]</w:t>
      </w:r>
    </w:p>
    <w:p w14:paraId="2D5EA787" w14:textId="77777777" w:rsidR="00490FFC" w:rsidRPr="00D5073A" w:rsidRDefault="00490FFC" w:rsidP="007D7C4C">
      <w:pPr>
        <w:spacing w:after="120"/>
      </w:pPr>
      <w:r>
        <w:t>[Ka hono ki Ngā Wāhi Ako o te NZC: Pūtaiao - Ō Ahupūngao.]</w:t>
      </w:r>
    </w:p>
    <w:p w14:paraId="234DA0DD" w14:textId="77777777" w:rsidR="00490FFC" w:rsidRPr="00D5073A" w:rsidRDefault="00490FFC" w:rsidP="007D7C4C">
      <w:pPr>
        <w:spacing w:after="120"/>
        <w:rPr>
          <w:b/>
        </w:rPr>
      </w:pPr>
    </w:p>
    <w:p w14:paraId="74210850" w14:textId="77777777" w:rsidR="00490FFC" w:rsidRPr="00D5073A" w:rsidRDefault="00490FFC" w:rsidP="007D7C4C">
      <w:pPr>
        <w:spacing w:after="120"/>
      </w:pPr>
      <w:r>
        <w:t>He pei, he kukume rānei ngā tōpana. E 4 ngā mahi a ngā tōpana ki ngā pahikara – he whakatere ake, he whakapōturi, he huri i te ahunga, he huri i te āhua o te pahikara rānei.</w:t>
      </w:r>
    </w:p>
    <w:p w14:paraId="3248D096" w14:textId="77777777" w:rsidR="00490FFC" w:rsidRPr="00D5073A" w:rsidRDefault="00490FFC" w:rsidP="007D7C4C">
      <w:pPr>
        <w:spacing w:after="120"/>
      </w:pPr>
      <w:r>
        <w:t xml:space="preserve">Hei tauira, ka whakamahia e tātau ngā tōpana pei hei whakatere ake i te neke o te pahikara. Ka whakamahia e tātau ngā tōpana kume, pana hoki ki ngā puringa hei huri i te ahunga o te nekehanga o te pahikara. Ka whakamahia e tātau ngā pereki kia āta haere te pahikara. </w:t>
      </w:r>
    </w:p>
    <w:p w14:paraId="2E76D725" w14:textId="77777777" w:rsidR="00490FFC" w:rsidRPr="00D5073A" w:rsidRDefault="00490FFC" w:rsidP="007D7C4C">
      <w:pPr>
        <w:spacing w:after="120"/>
      </w:pPr>
      <w:r>
        <w:t>I roto i ngā whakangungu pūkenga pahikara ka whakaahua pea ō kaitohutohu i ngā tōpana kei te pahikara me te nekehanga mā te whakamahi i ētahi o ngā kupu pūtaiao e whai ake (titiro i raro).</w:t>
      </w:r>
    </w:p>
    <w:p w14:paraId="4BC2C7DB" w14:textId="77777777" w:rsidR="00490FFC" w:rsidRPr="00D5073A" w:rsidRDefault="00490FFC" w:rsidP="007D7C4C">
      <w:pPr>
        <w:spacing w:after="120"/>
      </w:pPr>
      <w:r>
        <w:t xml:space="preserve">Tonoa ngā ākonga kia takirua te mahi. </w:t>
      </w:r>
    </w:p>
    <w:p w14:paraId="0A79F594" w14:textId="77777777" w:rsidR="00490FFC" w:rsidRPr="00D5073A" w:rsidRDefault="00490FFC" w:rsidP="007D7C4C">
      <w:pPr>
        <w:spacing w:after="120"/>
      </w:pPr>
      <w:r>
        <w:t>Tātuhia he atahanga, me hoahoa rānei he awata hei whakaatu i ia momo tōpana.</w:t>
      </w:r>
    </w:p>
    <w:p w14:paraId="03CEDA27" w14:textId="77777777" w:rsidR="00490FFC" w:rsidRPr="00D5073A" w:rsidRDefault="00490FFC" w:rsidP="007D7C4C">
      <w:pPr>
        <w:spacing w:after="120"/>
      </w:pPr>
      <w:r>
        <w:t>Mātakina he ataata tuihono e whakaatu ana i tētahi kaieke pahikara e ngahau ana me te noho haumaru i runga pahikara. Me pātai ki a rātau kia okiokitia te ataata ina tautohua tētahi o ngā āhua o te neke e rārangi ana i raro.</w:t>
      </w:r>
    </w:p>
    <w:p w14:paraId="3193C42A" w14:textId="77777777" w:rsidR="00490FFC" w:rsidRPr="00D5073A" w:rsidRDefault="00490FFC" w:rsidP="007D7C4C">
      <w:pPr>
        <w:spacing w:after="1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1"/>
        <w:gridCol w:w="4469"/>
      </w:tblGrid>
      <w:tr w:rsidR="00490FFC" w:rsidRPr="00D5073A" w14:paraId="64271976" w14:textId="77777777" w:rsidTr="006C15E8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495E" w14:textId="77777777" w:rsidR="00490FFC" w:rsidRPr="00D5073A" w:rsidRDefault="00490FFC" w:rsidP="007D7C4C">
            <w:pPr>
              <w:spacing w:after="120"/>
              <w:rPr>
                <w:b/>
                <w:i/>
              </w:rPr>
            </w:pPr>
            <w:r>
              <w:rPr>
                <w:b/>
                <w:i/>
              </w:rPr>
              <w:t>Ngā kupu pūtaiao me te rārangi kupu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40EB" w14:textId="77777777" w:rsidR="00490FFC" w:rsidRPr="00D5073A" w:rsidRDefault="00490FFC" w:rsidP="007D7C4C">
            <w:pPr>
              <w:spacing w:after="120"/>
              <w:rPr>
                <w:b/>
                <w:i/>
              </w:rPr>
            </w:pPr>
            <w:r>
              <w:rPr>
                <w:b/>
                <w:i/>
              </w:rPr>
              <w:t xml:space="preserve">Tātuhia he atahanga e whakaatu ana i ia āhua o te neke </w:t>
            </w:r>
          </w:p>
        </w:tc>
      </w:tr>
      <w:tr w:rsidR="00490FFC" w:rsidRPr="00D5073A" w14:paraId="1FF1CF60" w14:textId="77777777" w:rsidTr="006C15E8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B682" w14:textId="77777777" w:rsidR="00490FFC" w:rsidRPr="00D5073A" w:rsidRDefault="00490FFC" w:rsidP="007D7C4C">
            <w:pPr>
              <w:spacing w:after="120"/>
              <w:rPr>
                <w:b/>
              </w:rPr>
            </w:pPr>
            <w:r>
              <w:rPr>
                <w:b/>
              </w:rPr>
              <w:t>Neke</w:t>
            </w:r>
          </w:p>
          <w:p w14:paraId="284E6F9F" w14:textId="77777777" w:rsidR="00490FFC" w:rsidRPr="00D5073A" w:rsidRDefault="00490FFC" w:rsidP="007D7C4C">
            <w:pPr>
              <w:numPr>
                <w:ilvl w:val="1"/>
                <w:numId w:val="21"/>
              </w:numPr>
              <w:spacing w:after="120"/>
              <w:rPr>
                <w:i/>
              </w:rPr>
            </w:pPr>
            <w:r>
              <w:rPr>
                <w:i/>
              </w:rPr>
              <w:t>Tūnoa (kua tū)</w:t>
            </w:r>
          </w:p>
          <w:p w14:paraId="641CEACB" w14:textId="77777777" w:rsidR="00490FFC" w:rsidRPr="00D5073A" w:rsidRDefault="00490FFC" w:rsidP="007D7C4C">
            <w:pPr>
              <w:numPr>
                <w:ilvl w:val="1"/>
                <w:numId w:val="21"/>
              </w:numPr>
              <w:spacing w:after="120"/>
              <w:rPr>
                <w:i/>
              </w:rPr>
            </w:pPr>
            <w:r>
              <w:rPr>
                <w:i/>
              </w:rPr>
              <w:t>Neke ana i te tere aumou</w:t>
            </w:r>
          </w:p>
          <w:p w14:paraId="44686B40" w14:textId="77777777" w:rsidR="00490FFC" w:rsidRPr="00D5073A" w:rsidRDefault="00490FFC" w:rsidP="007D7C4C">
            <w:pPr>
              <w:numPr>
                <w:ilvl w:val="1"/>
                <w:numId w:val="21"/>
              </w:numPr>
              <w:spacing w:after="120"/>
              <w:rPr>
                <w:i/>
              </w:rPr>
            </w:pPr>
            <w:r>
              <w:rPr>
                <w:i/>
              </w:rPr>
              <w:t>Tere haere ake te neke (whakatere ake)</w:t>
            </w:r>
          </w:p>
          <w:p w14:paraId="74E7599A" w14:textId="77777777" w:rsidR="00490FFC" w:rsidRPr="00D5073A" w:rsidRDefault="00490FFC" w:rsidP="007D7C4C">
            <w:pPr>
              <w:numPr>
                <w:ilvl w:val="1"/>
                <w:numId w:val="21"/>
              </w:numPr>
              <w:spacing w:after="120"/>
              <w:rPr>
                <w:i/>
              </w:rPr>
            </w:pPr>
            <w:r>
              <w:rPr>
                <w:i/>
              </w:rPr>
              <w:t>Pōturi haere te neke (whakapōturi haere)</w:t>
            </w:r>
          </w:p>
          <w:p w14:paraId="6A65639A" w14:textId="77777777" w:rsidR="00490FFC" w:rsidRPr="00D5073A" w:rsidRDefault="00490FFC" w:rsidP="007D7C4C">
            <w:pPr>
              <w:numPr>
                <w:ilvl w:val="1"/>
                <w:numId w:val="21"/>
              </w:numPr>
              <w:spacing w:after="120"/>
              <w:rPr>
                <w:i/>
              </w:rPr>
            </w:pPr>
            <w:r>
              <w:rPr>
                <w:i/>
              </w:rPr>
              <w:t xml:space="preserve">Neke whakamua, whakamuri, whakarunga, whakararo rānei </w:t>
            </w:r>
          </w:p>
          <w:p w14:paraId="4EAAF21F" w14:textId="77777777" w:rsidR="00490FFC" w:rsidRPr="00D5073A" w:rsidRDefault="00490FFC" w:rsidP="007D7C4C">
            <w:pPr>
              <w:spacing w:after="120"/>
              <w:rPr>
                <w:b/>
              </w:rPr>
            </w:pP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6DAD" w14:textId="77777777" w:rsidR="00490FFC" w:rsidRPr="00D5073A" w:rsidRDefault="00490FFC" w:rsidP="007D7C4C">
            <w:pPr>
              <w:spacing w:after="120"/>
              <w:rPr>
                <w:b/>
              </w:rPr>
            </w:pPr>
          </w:p>
          <w:p w14:paraId="10D7343B" w14:textId="77777777" w:rsidR="00490FFC" w:rsidRPr="00D5073A" w:rsidRDefault="00490FFC" w:rsidP="007D7C4C">
            <w:pPr>
              <w:spacing w:after="120"/>
              <w:rPr>
                <w:b/>
              </w:rPr>
            </w:pPr>
          </w:p>
          <w:p w14:paraId="2AFB7F9F" w14:textId="77777777" w:rsidR="00490FFC" w:rsidRPr="00D5073A" w:rsidRDefault="00490FFC" w:rsidP="007D7C4C">
            <w:pPr>
              <w:spacing w:after="120"/>
              <w:rPr>
                <w:b/>
              </w:rPr>
            </w:pPr>
          </w:p>
          <w:p w14:paraId="0D5BB57B" w14:textId="77777777" w:rsidR="00490FFC" w:rsidRPr="00D5073A" w:rsidRDefault="00490FFC" w:rsidP="007D7C4C">
            <w:pPr>
              <w:spacing w:after="120"/>
              <w:rPr>
                <w:b/>
              </w:rPr>
            </w:pPr>
          </w:p>
          <w:p w14:paraId="124DE470" w14:textId="77777777" w:rsidR="00490FFC" w:rsidRPr="00D5073A" w:rsidRDefault="00490FFC" w:rsidP="007D7C4C">
            <w:pPr>
              <w:spacing w:after="120"/>
              <w:rPr>
                <w:b/>
              </w:rPr>
            </w:pPr>
          </w:p>
          <w:p w14:paraId="51414B5E" w14:textId="77777777" w:rsidR="00490FFC" w:rsidRPr="00D5073A" w:rsidRDefault="00490FFC" w:rsidP="007D7C4C">
            <w:pPr>
              <w:spacing w:after="120"/>
              <w:rPr>
                <w:b/>
              </w:rPr>
            </w:pPr>
          </w:p>
          <w:p w14:paraId="50F53535" w14:textId="77777777" w:rsidR="00490FFC" w:rsidRPr="00D5073A" w:rsidRDefault="00490FFC" w:rsidP="007D7C4C">
            <w:pPr>
              <w:spacing w:after="120"/>
              <w:rPr>
                <w:b/>
              </w:rPr>
            </w:pPr>
          </w:p>
          <w:p w14:paraId="6A0706D9" w14:textId="77777777" w:rsidR="00490FFC" w:rsidRPr="00D5073A" w:rsidRDefault="00490FFC" w:rsidP="007D7C4C">
            <w:pPr>
              <w:spacing w:after="120"/>
              <w:rPr>
                <w:b/>
              </w:rPr>
            </w:pPr>
          </w:p>
          <w:p w14:paraId="2A9E8F72" w14:textId="77777777" w:rsidR="00490FFC" w:rsidRPr="00D5073A" w:rsidRDefault="00490FFC" w:rsidP="007D7C4C">
            <w:pPr>
              <w:spacing w:after="120"/>
              <w:rPr>
                <w:b/>
              </w:rPr>
            </w:pPr>
          </w:p>
        </w:tc>
      </w:tr>
    </w:tbl>
    <w:p w14:paraId="1AAD49E1" w14:textId="6F37C142" w:rsidR="00F85F31" w:rsidRDefault="00F85F31" w:rsidP="007D7C4C">
      <w:pPr>
        <w:spacing w:after="120"/>
      </w:pPr>
    </w:p>
    <w:p w14:paraId="48FDE1DC" w14:textId="77777777" w:rsidR="00F85F31" w:rsidRDefault="00F85F31">
      <w:r>
        <w:br w:type="page"/>
      </w:r>
    </w:p>
    <w:p w14:paraId="04F7F277" w14:textId="77777777" w:rsidR="00490FFC" w:rsidRPr="00D5073A" w:rsidRDefault="00490FFC" w:rsidP="007D7C4C">
      <w:pPr>
        <w:spacing w:after="120"/>
      </w:pPr>
      <w:r>
        <w:lastRenderedPageBreak/>
        <w:t xml:space="preserve">Mahi takirua:  </w:t>
      </w:r>
    </w:p>
    <w:p w14:paraId="371D7BC6" w14:textId="77777777" w:rsidR="00490FFC" w:rsidRPr="00D5073A" w:rsidRDefault="00490FFC" w:rsidP="007D7C4C">
      <w:pPr>
        <w:spacing w:after="120"/>
      </w:pPr>
      <w:r>
        <w:t>Ka kimi ngā ākonga i tētahi atahanga o te tino pahikara ki a rātau, mai i te pakimaero ki te ao tūturu.</w:t>
      </w:r>
    </w:p>
    <w:p w14:paraId="01222BC8" w14:textId="77777777" w:rsidR="00490FFC" w:rsidRPr="00D5073A" w:rsidRDefault="00490FFC" w:rsidP="007D7C4C">
      <w:pPr>
        <w:spacing w:after="120"/>
      </w:pPr>
      <w:r>
        <w:t xml:space="preserve">Tāngia he tārua o te pahikara. </w:t>
      </w:r>
    </w:p>
    <w:p w14:paraId="16F64AC3" w14:textId="77777777" w:rsidR="00490FFC" w:rsidRPr="00D5073A" w:rsidRDefault="00490FFC" w:rsidP="007D7C4C">
      <w:pPr>
        <w:spacing w:after="120"/>
      </w:pPr>
      <w:r>
        <w:t xml:space="preserve">Whakakaupapahia te atahanga o te pahikara me ngā pere e whakaatu ana i pēhea me te wāhi e mahi ana ngā tōpana rerekē. </w:t>
      </w:r>
    </w:p>
    <w:p w14:paraId="019EC9AD" w14:textId="77777777" w:rsidR="00490FFC" w:rsidRPr="00D5073A" w:rsidRDefault="00490FFC" w:rsidP="007D7C4C">
      <w:pPr>
        <w:spacing w:after="120"/>
      </w:pP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3"/>
        <w:gridCol w:w="4497"/>
      </w:tblGrid>
      <w:tr w:rsidR="00490FFC" w:rsidRPr="00D5073A" w14:paraId="58D7DF26" w14:textId="77777777" w:rsidTr="006C15E8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9E9E" w14:textId="77777777" w:rsidR="00490FFC" w:rsidRPr="00D5073A" w:rsidRDefault="00490FFC" w:rsidP="007D7C4C">
            <w:pPr>
              <w:spacing w:after="120"/>
              <w:rPr>
                <w:b/>
                <w:i/>
              </w:rPr>
            </w:pPr>
            <w:r>
              <w:rPr>
                <w:b/>
                <w:i/>
              </w:rPr>
              <w:t>Ngā kupu pūtaiao me te rārangi kupu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EE67" w14:textId="77777777" w:rsidR="00490FFC" w:rsidRPr="00D5073A" w:rsidRDefault="00490FFC" w:rsidP="007D7C4C">
            <w:pPr>
              <w:spacing w:after="120"/>
              <w:rPr>
                <w:b/>
                <w:i/>
              </w:rPr>
            </w:pPr>
            <w:r>
              <w:rPr>
                <w:b/>
                <w:i/>
              </w:rPr>
              <w:t>Kōkuhua he pikitia o te tino pahikara</w:t>
            </w:r>
          </w:p>
          <w:p w14:paraId="1AF6A855" w14:textId="77777777" w:rsidR="00490FFC" w:rsidRPr="00D5073A" w:rsidRDefault="00490FFC" w:rsidP="007D7C4C">
            <w:pPr>
              <w:spacing w:after="120"/>
              <w:rPr>
                <w:b/>
                <w:i/>
              </w:rPr>
            </w:pPr>
          </w:p>
          <w:p w14:paraId="03A4803A" w14:textId="77777777" w:rsidR="00490FFC" w:rsidRPr="00D5073A" w:rsidRDefault="00490FFC" w:rsidP="007D7C4C">
            <w:pPr>
              <w:spacing w:after="120"/>
              <w:rPr>
                <w:b/>
                <w:i/>
              </w:rPr>
            </w:pPr>
            <w:r>
              <w:rPr>
                <w:b/>
                <w:i/>
              </w:rPr>
              <w:t>Whakakaupapahia te atahanga hei whakaatu i ngā tōpana e pā ana ki te neke i te pahikara</w:t>
            </w:r>
          </w:p>
        </w:tc>
      </w:tr>
      <w:tr w:rsidR="00490FFC" w:rsidRPr="00D5073A" w14:paraId="0B862AD6" w14:textId="77777777" w:rsidTr="006C15E8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A9D7" w14:textId="77777777" w:rsidR="00490FFC" w:rsidRPr="00D5073A" w:rsidRDefault="00490FFC" w:rsidP="007D7C4C">
            <w:pPr>
              <w:spacing w:after="120"/>
              <w:rPr>
                <w:b/>
                <w:i/>
              </w:rPr>
            </w:pPr>
            <w:r>
              <w:rPr>
                <w:b/>
                <w:i/>
              </w:rPr>
              <w:t>Ngā tōpana</w:t>
            </w:r>
          </w:p>
          <w:p w14:paraId="37B892AB" w14:textId="77777777" w:rsidR="00490FFC" w:rsidRPr="00D5073A" w:rsidRDefault="00490FFC" w:rsidP="007D7C4C">
            <w:pPr>
              <w:numPr>
                <w:ilvl w:val="0"/>
                <w:numId w:val="22"/>
              </w:numPr>
              <w:spacing w:after="120"/>
            </w:pPr>
            <w:r>
              <w:rPr>
                <w:i/>
              </w:rPr>
              <w:t xml:space="preserve">Tōpana tō-ā-papa </w:t>
            </w:r>
            <w:r>
              <w:t xml:space="preserve">– te tōpana e kumea ana e Papatūānuku, tētahi atu mea rānei e kukume ana i ngā ahanoa ki tōna iho. Koinei te take e huri amio ai ngā aorangi katoa i te rā. Ka whakamārama te tōpana tō-ā-papa i te take ka tau mai anō koe ki te papa i muri i tō peke i tētahi ara BMX. Koirā i tau ai te pahikara ki te papa i tō tukutanga i muri i te peketanga. </w:t>
            </w:r>
          </w:p>
          <w:p w14:paraId="3EDF83D0" w14:textId="77777777" w:rsidR="00490FFC" w:rsidRPr="00D5073A" w:rsidRDefault="00490FFC" w:rsidP="007D7C4C">
            <w:pPr>
              <w:numPr>
                <w:ilvl w:val="0"/>
                <w:numId w:val="22"/>
              </w:numPr>
              <w:spacing w:after="120"/>
            </w:pPr>
            <w:r>
              <w:rPr>
                <w:i/>
              </w:rPr>
              <w:t>Tōpana</w:t>
            </w:r>
            <w:r>
              <w:t xml:space="preserve"> renarena – te tōpana ka puta ina huria te hanga o tētahi tumu kūtorotoro. Hei tauira, ka tuku ngā pūniko ngongo pātuki i te parenga ki ngā tōpana e puta ai he nekehanga i ngā pahikara maunga. </w:t>
            </w:r>
          </w:p>
          <w:p w14:paraId="1FD0864D" w14:textId="77777777" w:rsidR="00490FFC" w:rsidRPr="00D5073A" w:rsidRDefault="00490FFC" w:rsidP="007D7C4C">
            <w:pPr>
              <w:numPr>
                <w:ilvl w:val="0"/>
                <w:numId w:val="22"/>
              </w:numPr>
              <w:spacing w:after="120"/>
            </w:pPr>
            <w:r>
              <w:rPr>
                <w:i/>
              </w:rPr>
              <w:t>Tōpana</w:t>
            </w:r>
            <w:r>
              <w:t xml:space="preserve"> tautoko – he tōpana e tautoko ana i tētahi mea ki te tō-ā-papa. Hei tauira, te tōpana tautoko o te ara e pana ana i ngā wīra o te pahikara.</w:t>
            </w:r>
          </w:p>
          <w:p w14:paraId="1DBCF33E" w14:textId="77777777" w:rsidR="00490FFC" w:rsidRPr="00D5073A" w:rsidRDefault="00490FFC" w:rsidP="007D7C4C">
            <w:pPr>
              <w:numPr>
                <w:ilvl w:val="0"/>
                <w:numId w:val="22"/>
              </w:numPr>
              <w:spacing w:after="120"/>
              <w:rPr>
                <w:b/>
              </w:rPr>
            </w:pPr>
            <w:r>
              <w:rPr>
                <w:i/>
              </w:rPr>
              <w:t xml:space="preserve">Tōpana tōkiri </w:t>
            </w:r>
            <w:r w:rsidRPr="00D5073A">
              <w:t>– he tōpana e pana whakamua ana i te waka.</w:t>
            </w:r>
          </w:p>
          <w:p w14:paraId="74CC5EFF" w14:textId="77777777" w:rsidR="00490FFC" w:rsidRPr="00D5073A" w:rsidRDefault="00490FFC" w:rsidP="007D7C4C">
            <w:pPr>
              <w:numPr>
                <w:ilvl w:val="0"/>
                <w:numId w:val="22"/>
              </w:numPr>
              <w:spacing w:after="120"/>
              <w:rPr>
                <w:b/>
              </w:rPr>
            </w:pPr>
            <w:r>
              <w:rPr>
                <w:i/>
              </w:rPr>
              <w:t>Tōpana</w:t>
            </w:r>
            <w:r w:rsidRPr="00D5073A">
              <w:t xml:space="preserve"> wakuwaku – he tōpana e ātete ana i ngā mea e reti ana te hipa tētahi ki tētahi.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55CB" w14:textId="77777777" w:rsidR="00490FFC" w:rsidRPr="00D5073A" w:rsidRDefault="00490FFC" w:rsidP="007D7C4C">
            <w:pPr>
              <w:spacing w:after="120"/>
            </w:pPr>
          </w:p>
          <w:p w14:paraId="4D994202" w14:textId="77777777" w:rsidR="00490FFC" w:rsidRPr="00D5073A" w:rsidRDefault="00490FFC" w:rsidP="007D7C4C">
            <w:pPr>
              <w:spacing w:after="120"/>
              <w:rPr>
                <w:b/>
              </w:rPr>
            </w:pPr>
          </w:p>
        </w:tc>
      </w:tr>
    </w:tbl>
    <w:p w14:paraId="3525FAA2" w14:textId="065092A4" w:rsidR="00776A3F" w:rsidRDefault="00776A3F" w:rsidP="007D7C4C">
      <w:pPr>
        <w:spacing w:after="120"/>
        <w:rPr>
          <w:b/>
        </w:rPr>
      </w:pPr>
    </w:p>
    <w:p w14:paraId="5C164943" w14:textId="77777777" w:rsidR="00776A3F" w:rsidRDefault="00776A3F">
      <w:pPr>
        <w:rPr>
          <w:b/>
        </w:rPr>
      </w:pPr>
      <w:r>
        <w:rPr>
          <w:b/>
        </w:rPr>
        <w:br w:type="page"/>
      </w:r>
    </w:p>
    <w:p w14:paraId="0D0CD6BF" w14:textId="77777777" w:rsidR="00490FFC" w:rsidRPr="00D5073A" w:rsidRDefault="00490FFC" w:rsidP="007D7C4C">
      <w:pPr>
        <w:spacing w:after="120"/>
      </w:pPr>
      <w:r>
        <w:lastRenderedPageBreak/>
        <w:t xml:space="preserve">Mātakina tētahi rōpū kaieke pahikara, mātaki ataata rānei. Me whakarite tētahi kōrero e whakaahua ana i te neke o te pahikara mā te whakamahi i ngā kupu pūtaiao. </w:t>
      </w:r>
    </w:p>
    <w:p w14:paraId="622CDB6A" w14:textId="77777777" w:rsidR="0000623C" w:rsidRDefault="00490FFC" w:rsidP="007D7C4C">
      <w:pPr>
        <w:spacing w:after="120"/>
        <w:rPr>
          <w:bCs/>
        </w:rPr>
      </w:pPr>
      <w:r>
        <w:t>I te taha o ngā āhuatanga e whai ake, tuhia te kupu neke tōtika.</w:t>
      </w:r>
    </w:p>
    <w:p w14:paraId="7EA27DA0" w14:textId="54267394" w:rsidR="00490FFC" w:rsidRPr="00776A3F" w:rsidRDefault="00490FFC" w:rsidP="007D7C4C">
      <w:pPr>
        <w:spacing w:after="120"/>
        <w:rPr>
          <w:bCs/>
        </w:rPr>
      </w:pP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2"/>
      </w:tblGrid>
      <w:tr w:rsidR="00490FFC" w:rsidRPr="00D5073A" w14:paraId="3245FBCF" w14:textId="77777777" w:rsidTr="00776A3F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DBA5" w14:textId="77777777" w:rsidR="00490FFC" w:rsidRPr="00D5073A" w:rsidRDefault="00490FFC" w:rsidP="007D7C4C">
            <w:pPr>
              <w:spacing w:after="120"/>
              <w:rPr>
                <w:b/>
              </w:rPr>
            </w:pPr>
            <w:r>
              <w:rPr>
                <w:b/>
              </w:rPr>
              <w:t>Āhuatanga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02A2" w14:textId="77777777" w:rsidR="00490FFC" w:rsidRPr="00D5073A" w:rsidRDefault="00490FFC" w:rsidP="007D7C4C">
            <w:pPr>
              <w:spacing w:after="120"/>
              <w:rPr>
                <w:b/>
              </w:rPr>
            </w:pPr>
            <w:r>
              <w:rPr>
                <w:b/>
              </w:rPr>
              <w:t xml:space="preserve">Neke pahikara </w:t>
            </w:r>
          </w:p>
        </w:tc>
      </w:tr>
      <w:tr w:rsidR="00490FFC" w:rsidRPr="00D5073A" w14:paraId="220A42AF" w14:textId="77777777" w:rsidTr="00776A3F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10D0" w14:textId="77777777" w:rsidR="00490FFC" w:rsidRPr="00D5073A" w:rsidRDefault="00490FFC" w:rsidP="007D7C4C">
            <w:pPr>
              <w:spacing w:after="120"/>
            </w:pPr>
            <w:r>
              <w:t>He kaieke pahikara e wīra ana i te pahikara ki te hēte.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C285" w14:textId="77777777" w:rsidR="00490FFC" w:rsidRPr="00D5073A" w:rsidRDefault="00490FFC" w:rsidP="007D7C4C">
            <w:pPr>
              <w:spacing w:after="120"/>
            </w:pPr>
          </w:p>
        </w:tc>
      </w:tr>
      <w:tr w:rsidR="00490FFC" w:rsidRPr="00D5073A" w14:paraId="021DF7CE" w14:textId="77777777" w:rsidTr="00776A3F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E94B" w14:textId="77777777" w:rsidR="00490FFC" w:rsidRPr="00D5073A" w:rsidRDefault="00490FFC" w:rsidP="007D7C4C">
            <w:pPr>
              <w:spacing w:after="120"/>
            </w:pPr>
            <w:r>
              <w:t>He kaieke pahikara e tango ana i te pahikara mai i tētahi mauranga kawe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EB84" w14:textId="77777777" w:rsidR="00490FFC" w:rsidRPr="00D5073A" w:rsidRDefault="00490FFC" w:rsidP="007D7C4C">
            <w:pPr>
              <w:spacing w:after="120"/>
            </w:pPr>
          </w:p>
        </w:tc>
      </w:tr>
      <w:tr w:rsidR="00490FFC" w:rsidRPr="00D5073A" w14:paraId="70ED563C" w14:textId="77777777" w:rsidTr="00776A3F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4CF0" w14:textId="77777777" w:rsidR="00490FFC" w:rsidRPr="00D5073A" w:rsidRDefault="00490FFC" w:rsidP="007D7C4C">
            <w:pPr>
              <w:spacing w:after="120"/>
            </w:pPr>
            <w:r>
              <w:t>He kaieke pahikara e noho ana i runga i te pahikara me te whakatikatika i tōna pōtae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6863" w14:textId="77777777" w:rsidR="00490FFC" w:rsidRPr="00D5073A" w:rsidRDefault="00490FFC" w:rsidP="007D7C4C">
            <w:pPr>
              <w:spacing w:after="120"/>
            </w:pPr>
          </w:p>
        </w:tc>
      </w:tr>
      <w:tr w:rsidR="00490FFC" w:rsidRPr="00D5073A" w14:paraId="31ACE787" w14:textId="77777777" w:rsidTr="00776A3F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2572" w14:textId="77777777" w:rsidR="00490FFC" w:rsidRPr="00D5073A" w:rsidRDefault="00490FFC" w:rsidP="007D7C4C">
            <w:pPr>
              <w:spacing w:after="120"/>
            </w:pPr>
            <w:r>
              <w:t>He kaieke pahikara e pereki ana i mua i tētahi kaitohutohu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64C0" w14:textId="77777777" w:rsidR="00490FFC" w:rsidRPr="00D5073A" w:rsidRDefault="00490FFC" w:rsidP="007D7C4C">
            <w:pPr>
              <w:spacing w:after="120"/>
            </w:pPr>
          </w:p>
        </w:tc>
      </w:tr>
      <w:tr w:rsidR="00490FFC" w:rsidRPr="00D5073A" w14:paraId="335284E8" w14:textId="77777777" w:rsidTr="00776A3F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EE59" w14:textId="77777777" w:rsidR="00490FFC" w:rsidRPr="00D5073A" w:rsidRDefault="00490FFC" w:rsidP="007D7C4C">
            <w:pPr>
              <w:spacing w:after="120"/>
            </w:pPr>
            <w:r>
              <w:t>He kaieke pahikara i te wā o tētahi reihi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B109" w14:textId="77777777" w:rsidR="00490FFC" w:rsidRPr="00D5073A" w:rsidRDefault="00490FFC" w:rsidP="007D7C4C">
            <w:pPr>
              <w:spacing w:after="120"/>
            </w:pPr>
          </w:p>
        </w:tc>
      </w:tr>
      <w:tr w:rsidR="00490FFC" w:rsidRPr="00D5073A" w14:paraId="0507A934" w14:textId="77777777" w:rsidTr="00776A3F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7B90" w14:textId="77777777" w:rsidR="00490FFC" w:rsidRPr="00D5073A" w:rsidRDefault="00490FFC" w:rsidP="007D7C4C">
            <w:pPr>
              <w:spacing w:after="120"/>
            </w:pPr>
            <w:r>
              <w:t>He kaieke pahikara e heke ana i tētahi hiwi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47DC" w14:textId="77777777" w:rsidR="00490FFC" w:rsidRPr="00D5073A" w:rsidRDefault="00490FFC" w:rsidP="007D7C4C">
            <w:pPr>
              <w:spacing w:after="120"/>
            </w:pPr>
          </w:p>
        </w:tc>
      </w:tr>
      <w:tr w:rsidR="00490FFC" w:rsidRPr="00D5073A" w14:paraId="5E00A511" w14:textId="77777777" w:rsidTr="00776A3F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E10C" w14:textId="77777777" w:rsidR="00490FFC" w:rsidRPr="00D5073A" w:rsidRDefault="00490FFC" w:rsidP="007D7C4C">
            <w:pPr>
              <w:spacing w:after="120"/>
            </w:pPr>
            <w:r>
              <w:t>He kaieke pahikara e piki ana i tētahi hiwi tūpou, ka tū i runga o te hiwi kātahi ka kāhaki i te hekenga atu i tērā taha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42D5" w14:textId="77777777" w:rsidR="00490FFC" w:rsidRPr="00D5073A" w:rsidRDefault="00490FFC" w:rsidP="007D7C4C">
            <w:pPr>
              <w:spacing w:after="120"/>
            </w:pPr>
          </w:p>
        </w:tc>
      </w:tr>
      <w:tr w:rsidR="00490FFC" w:rsidRPr="00D5073A" w14:paraId="7DB360ED" w14:textId="77777777" w:rsidTr="00776A3F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6626" w14:textId="77777777" w:rsidR="00490FFC" w:rsidRPr="00D5073A" w:rsidRDefault="00490FFC" w:rsidP="007D7C4C">
            <w:pPr>
              <w:spacing w:after="120"/>
            </w:pPr>
            <w:r>
              <w:t>He kaieke pahikara e haere ana i te tere ōrite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AC01" w14:textId="77777777" w:rsidR="00490FFC" w:rsidRPr="00D5073A" w:rsidRDefault="00490FFC" w:rsidP="007D7C4C">
            <w:pPr>
              <w:spacing w:after="120"/>
            </w:pPr>
          </w:p>
        </w:tc>
      </w:tr>
    </w:tbl>
    <w:p w14:paraId="659A57A3" w14:textId="77777777" w:rsidR="00490FFC" w:rsidRPr="00D5073A" w:rsidRDefault="00490FFC" w:rsidP="007D7C4C">
      <w:pPr>
        <w:spacing w:after="120"/>
      </w:pPr>
    </w:p>
    <w:p w14:paraId="6D20E5A6" w14:textId="31792BC9" w:rsidR="00490FFC" w:rsidRDefault="00490FFC" w:rsidP="007D7C4C">
      <w:pPr>
        <w:spacing w:after="120"/>
        <w:rPr>
          <w:bCs/>
        </w:rPr>
      </w:pPr>
      <w:r>
        <w:t>Whakaotihia te rerenga kōrero:</w:t>
      </w:r>
    </w:p>
    <w:p w14:paraId="1B34D044" w14:textId="77777777" w:rsidR="0000623C" w:rsidRPr="00776A3F" w:rsidRDefault="0000623C" w:rsidP="007D7C4C">
      <w:pPr>
        <w:spacing w:after="120"/>
        <w:rPr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6"/>
        <w:gridCol w:w="4504"/>
      </w:tblGrid>
      <w:tr w:rsidR="00490FFC" w:rsidRPr="00D5073A" w14:paraId="2695B39F" w14:textId="77777777" w:rsidTr="00776A3F"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3AC4" w14:textId="77777777" w:rsidR="00490FFC" w:rsidRPr="00D5073A" w:rsidRDefault="00490FFC" w:rsidP="007D7C4C">
            <w:pPr>
              <w:spacing w:after="120"/>
              <w:rPr>
                <w:b/>
              </w:rPr>
            </w:pPr>
            <w:r>
              <w:rPr>
                <w:b/>
              </w:rPr>
              <w:t>Ina eke pahikara...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5F59" w14:textId="77777777" w:rsidR="00490FFC" w:rsidRPr="00D5073A" w:rsidRDefault="00490FFC" w:rsidP="007D7C4C">
            <w:pPr>
              <w:spacing w:after="120"/>
            </w:pPr>
            <w:r>
              <w:rPr>
                <w:b/>
              </w:rPr>
              <w:t>Tātuhia he pikitia whakakaupapa hei whakaatu ka pēhea pea te pā mai o te nekehanga whai ake i te wā o te wāhanga pūkenga.</w:t>
            </w:r>
          </w:p>
        </w:tc>
      </w:tr>
      <w:tr w:rsidR="00490FFC" w:rsidRPr="00D5073A" w14:paraId="5C21FCAD" w14:textId="77777777" w:rsidTr="00776A3F"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AFE1" w14:textId="77777777" w:rsidR="00490FFC" w:rsidRPr="00D5073A" w:rsidRDefault="00490FFC" w:rsidP="007D7C4C">
            <w:pPr>
              <w:spacing w:after="120"/>
            </w:pPr>
            <w:r>
              <w:t>I neke ahau i te tere aumou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31C4" w14:textId="77777777" w:rsidR="00490FFC" w:rsidRPr="00D5073A" w:rsidRDefault="00490FFC" w:rsidP="007D7C4C">
            <w:pPr>
              <w:spacing w:after="120"/>
            </w:pPr>
          </w:p>
        </w:tc>
      </w:tr>
      <w:tr w:rsidR="00490FFC" w:rsidRPr="00D5073A" w14:paraId="1A5DC879" w14:textId="77777777" w:rsidTr="00776A3F"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55D6" w14:textId="77777777" w:rsidR="00490FFC" w:rsidRPr="00D5073A" w:rsidRDefault="00490FFC" w:rsidP="007D7C4C">
            <w:pPr>
              <w:spacing w:after="120"/>
            </w:pPr>
            <w:r>
              <w:t>I neke ahau i te tere aumou kātahi ka whakapōturi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B62E" w14:textId="77777777" w:rsidR="00490FFC" w:rsidRPr="00D5073A" w:rsidRDefault="00490FFC" w:rsidP="007D7C4C">
            <w:pPr>
              <w:spacing w:after="120"/>
            </w:pPr>
          </w:p>
        </w:tc>
      </w:tr>
      <w:tr w:rsidR="00490FFC" w:rsidRPr="00D5073A" w14:paraId="1EA3BC04" w14:textId="77777777" w:rsidTr="00776A3F"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818E" w14:textId="77777777" w:rsidR="00490FFC" w:rsidRPr="00D5073A" w:rsidRDefault="00490FFC" w:rsidP="007D7C4C">
            <w:pPr>
              <w:spacing w:after="120"/>
            </w:pPr>
            <w:r>
              <w:t>I whakatere ake ahau, kātahi ka neke i te tere aumou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F5E2" w14:textId="77777777" w:rsidR="00490FFC" w:rsidRPr="00D5073A" w:rsidRDefault="00490FFC" w:rsidP="007D7C4C">
            <w:pPr>
              <w:spacing w:after="120"/>
            </w:pPr>
          </w:p>
        </w:tc>
      </w:tr>
    </w:tbl>
    <w:p w14:paraId="0A70A1ED" w14:textId="77777777" w:rsidR="00490FFC" w:rsidRPr="00D5073A" w:rsidRDefault="00490FFC" w:rsidP="007D7C4C">
      <w:pPr>
        <w:spacing w:after="120"/>
      </w:pPr>
    </w:p>
    <w:p w14:paraId="1E00A49E" w14:textId="77777777" w:rsidR="00490FFC" w:rsidRDefault="00490FFC" w:rsidP="007D7C4C">
      <w:pPr>
        <w:spacing w:after="120"/>
      </w:pPr>
      <w:r w:rsidRPr="00D5073A">
        <w:tab/>
      </w:r>
    </w:p>
    <w:p w14:paraId="19B7F8A0" w14:textId="62AF87C7" w:rsidR="00776A3F" w:rsidRDefault="00776A3F">
      <w:r>
        <w:br w:type="page"/>
      </w:r>
    </w:p>
    <w:p w14:paraId="02F8BBB5" w14:textId="77777777" w:rsidR="00490FFC" w:rsidRPr="00D5073A" w:rsidRDefault="00490FFC" w:rsidP="007D7C4C">
      <w:pPr>
        <w:spacing w:after="120"/>
      </w:pPr>
    </w:p>
    <w:p w14:paraId="41C9C095" w14:textId="77777777" w:rsidR="00490FFC" w:rsidRPr="00D5073A" w:rsidRDefault="00490FFC" w:rsidP="0000623C">
      <w:pPr>
        <w:pStyle w:val="Heading3"/>
      </w:pPr>
      <w:r>
        <w:t>3.2.1. Te mahi i ngā mahi ina ngahau ana i runga pahikara</w:t>
      </w:r>
    </w:p>
    <w:p w14:paraId="73EDDF47" w14:textId="77777777" w:rsidR="00490FFC" w:rsidRDefault="00490FFC" w:rsidP="007D7C4C">
      <w:pPr>
        <w:spacing w:after="120"/>
      </w:pPr>
    </w:p>
    <w:p w14:paraId="079BAE1E" w14:textId="77777777" w:rsidR="00490FFC" w:rsidRPr="00D5073A" w:rsidRDefault="00490FFC" w:rsidP="007D7C4C">
      <w:pPr>
        <w:spacing w:after="120"/>
      </w:pPr>
      <w:r>
        <w:t>[Te whakapāpā huatau]</w:t>
      </w:r>
    </w:p>
    <w:p w14:paraId="7A736A2B" w14:textId="77777777" w:rsidR="00490FFC" w:rsidRPr="00D5073A" w:rsidRDefault="00490FFC" w:rsidP="007D7C4C">
      <w:pPr>
        <w:spacing w:after="120"/>
      </w:pPr>
      <w:r>
        <w:t>[Ka hono ki Ngā Wāhi Ako o Te Marautanga o Aotearoa: Pūtaiao - Ō Ahupūngao]</w:t>
      </w:r>
    </w:p>
    <w:p w14:paraId="38BCF972" w14:textId="77777777" w:rsidR="00490FFC" w:rsidRPr="00D5073A" w:rsidRDefault="00490FFC" w:rsidP="007D7C4C">
      <w:pPr>
        <w:spacing w:after="120"/>
        <w:rPr>
          <w:b/>
        </w:rPr>
      </w:pPr>
    </w:p>
    <w:p w14:paraId="44BA4DC6" w14:textId="77777777" w:rsidR="00490FFC" w:rsidRPr="00D5073A" w:rsidRDefault="00490FFC" w:rsidP="007D7C4C">
      <w:pPr>
        <w:spacing w:after="120"/>
      </w:pPr>
      <w:r>
        <w:t xml:space="preserve">Ka pōhēhē pea kei te ngahau ki a tātau ina haere ana ki tētahi pāka paetata i runga pahikara, engari ko te whakaahua a ngā tohunga pūtaiao mō te haere i runga pahikara kei te mahi. Ina kōrero ana ngā tohunga pūtaiao mō te huri i te tawhiti e haere ana tētahi ahanoa i roto i te wā, ko te whakaahua kē kei te whakawhiti pūngao (kei te mahi rānei). </w:t>
      </w:r>
    </w:p>
    <w:p w14:paraId="3F2C29B6" w14:textId="77777777" w:rsidR="00490FFC" w:rsidRPr="00D5073A" w:rsidRDefault="00490FFC" w:rsidP="007D7C4C">
      <w:pPr>
        <w:spacing w:after="120"/>
      </w:pPr>
      <w:r>
        <w:t xml:space="preserve">I roto i te wāhanga whakangungu pūkenga, i mahi ngā ākonga ki te huri i te nekehanga o ō rātau pahikara i roto i te wā. </w:t>
      </w:r>
    </w:p>
    <w:p w14:paraId="1C48FC0B" w14:textId="77777777" w:rsidR="00490FFC" w:rsidRPr="00D5073A" w:rsidRDefault="00490FFC" w:rsidP="007D7C4C">
      <w:pPr>
        <w:spacing w:after="120"/>
      </w:pPr>
      <w:r>
        <w:t>Ka whakawhitia e ngā kaieke pahikara te pūngao me te mahi i a rātau e eke pahikara mai ana i tētahi wāhi ki tētahi atu.</w:t>
      </w:r>
    </w:p>
    <w:p w14:paraId="36F9EC11" w14:textId="77777777" w:rsidR="00490FFC" w:rsidRPr="00D5073A" w:rsidRDefault="00490FFC" w:rsidP="007D7C4C">
      <w:pPr>
        <w:spacing w:after="120"/>
      </w:pPr>
      <w:r>
        <w:t>He mahi te eke pahikara.</w:t>
      </w:r>
    </w:p>
    <w:p w14:paraId="2CE21940" w14:textId="77777777" w:rsidR="00490FFC" w:rsidRPr="00D5073A" w:rsidRDefault="00490FFC" w:rsidP="007D7C4C">
      <w:pPr>
        <w:spacing w:after="120"/>
      </w:pPr>
      <w:r>
        <w:t>He whakawhiti pūngao te mahi.</w:t>
      </w:r>
    </w:p>
    <w:p w14:paraId="78EF7441" w14:textId="77777777" w:rsidR="00490FFC" w:rsidRPr="00D5073A" w:rsidRDefault="00490FFC" w:rsidP="007D7C4C">
      <w:pPr>
        <w:spacing w:after="120"/>
      </w:pPr>
      <w:r>
        <w:t>Mahi i oti = Tōpana i puta × tawhiti i haerehia.</w:t>
      </w:r>
    </w:p>
    <w:p w14:paraId="18965DF5" w14:textId="77777777" w:rsidR="00490FFC" w:rsidRPr="00D5073A" w:rsidRDefault="00490FFC" w:rsidP="007D7C4C">
      <w:pPr>
        <w:spacing w:after="120"/>
      </w:pPr>
      <w:r>
        <w:t>Tonoa ngā ākonga kia:</w:t>
      </w:r>
      <w:r w:rsidRPr="00D5073A">
        <w:br/>
      </w:r>
      <w:r>
        <w:t xml:space="preserve">Haere ki te hīkoi i te takiwā kura, i te hapori rānei ka kimi i ngā tauira o te hunga e whakamahi ana i ngā mīhini māmā, pūrere rānei hei āwhina i a rātau ki te huri i te wāhi o ngā ahanoa rerekē. </w:t>
      </w:r>
    </w:p>
    <w:p w14:paraId="5B9F41CA" w14:textId="77777777" w:rsidR="00490FFC" w:rsidRPr="00D5073A" w:rsidRDefault="00490FFC" w:rsidP="007D7C4C">
      <w:pPr>
        <w:spacing w:after="120"/>
      </w:pPr>
      <w:r>
        <w:t xml:space="preserve">Me hopu whakaahua o ngā mahi kei te mahia – me whakauru te mīhini, te pūrere rānei i whakamahia, te tangata me te ahanoa e nekehia. </w:t>
      </w:r>
    </w:p>
    <w:p w14:paraId="07ABCEA8" w14:textId="77777777" w:rsidR="00490FFC" w:rsidRDefault="00490FFC" w:rsidP="007D7C4C">
      <w:pPr>
        <w:spacing w:after="120"/>
      </w:pPr>
      <w:r>
        <w:t xml:space="preserve">Whakamahia ngā atahanga hei waihanga i tētahi wāhi whakaaturanga taiwhanga toi (ā-mariko, pērā i tētahi paetukutuku, rangitaki, wiki rānei; he pātū akomanga rānei) e whakaatu ana he pēhea te āwhina a ngā mīhini i a tātau ki te mahi i ō tātau ao o ia rā. </w:t>
      </w:r>
    </w:p>
    <w:p w14:paraId="6523C890" w14:textId="77777777" w:rsidR="00490FFC" w:rsidRPr="00D5073A" w:rsidRDefault="00490FFC" w:rsidP="007D7C4C">
      <w:pPr>
        <w:spacing w:after="120"/>
        <w:rPr>
          <w:b/>
        </w:rPr>
      </w:pPr>
      <w:r>
        <w:t>Hei tauira, wīra me te paewīra (ngā tūru tari, kāta, tōneke, perēme, pāhi-iti wīra me ngā motukā tākaro), ngā utauta āwhina, kauwhiti (pioi, pae hua, ngā whakarawa kūaha kauwhiti), rōnaki, tauru, wiri, mākahi, (kutikuti, wiri, oka).</w:t>
      </w:r>
      <w:r w:rsidRPr="00D5073A">
        <w:rPr>
          <w:b/>
        </w:rPr>
        <w:t xml:space="preserve"> </w:t>
      </w:r>
    </w:p>
    <w:p w14:paraId="28D22BBC" w14:textId="77777777" w:rsidR="00490FFC" w:rsidRPr="00D5073A" w:rsidRDefault="00490FFC" w:rsidP="007D7C4C">
      <w:pPr>
        <w:spacing w:after="120"/>
        <w:rPr>
          <w:b/>
        </w:rPr>
      </w:pPr>
      <w:r>
        <w:t>Tuhia he rauemi whakatairanga hei tautoko i te whakaaturanga, hei tauira, he mātārere, kāripōhi rānei.  Me whakauru he kāri whakaatu iti hei tāpiri ki ia mahi toi. Me whakamahi reo pūtaiao i roto i ngā whakaahuatanga me ngā taitara.</w:t>
      </w:r>
      <w:r w:rsidRPr="00D5073A">
        <w:rPr>
          <w:b/>
        </w:rPr>
        <w:t xml:space="preserve"> </w:t>
      </w:r>
    </w:p>
    <w:p w14:paraId="21E48299" w14:textId="77777777" w:rsidR="00490FFC" w:rsidRPr="00D5073A" w:rsidRDefault="00490FFC" w:rsidP="007D7C4C">
      <w:pPr>
        <w:spacing w:after="120"/>
        <w:rPr>
          <w:b/>
        </w:rPr>
      </w:pPr>
    </w:p>
    <w:p w14:paraId="5672DD01" w14:textId="77777777" w:rsidR="00490FFC" w:rsidRPr="00D5073A" w:rsidRDefault="00490FFC" w:rsidP="0000623C">
      <w:pPr>
        <w:pStyle w:val="Heading3"/>
      </w:pPr>
      <w:r>
        <w:t>3.2.2. Te hōpara i ngā nihowhiti</w:t>
      </w:r>
    </w:p>
    <w:p w14:paraId="0F955CC3" w14:textId="77777777" w:rsidR="00490FFC" w:rsidRDefault="00490FFC" w:rsidP="007D7C4C">
      <w:pPr>
        <w:spacing w:after="120"/>
      </w:pPr>
    </w:p>
    <w:p w14:paraId="70145FCE" w14:textId="77777777" w:rsidR="00490FFC" w:rsidRPr="00D5073A" w:rsidRDefault="00490FFC" w:rsidP="007D7C4C">
      <w:pPr>
        <w:spacing w:after="120"/>
      </w:pPr>
      <w:r>
        <w:t>[Te whakapāpā huatau]</w:t>
      </w:r>
    </w:p>
    <w:p w14:paraId="58AC602A" w14:textId="77777777" w:rsidR="00490FFC" w:rsidRPr="00D5073A" w:rsidRDefault="00490FFC" w:rsidP="007D7C4C">
      <w:pPr>
        <w:spacing w:after="120"/>
      </w:pPr>
      <w:r>
        <w:t>[Ka hono ki Ngā Wāhi Ako o Te Marautanga o Aotearoa: Pūtaiao - Ō Ahupūngao]</w:t>
      </w:r>
    </w:p>
    <w:p w14:paraId="67F20EAF" w14:textId="77777777" w:rsidR="00490FFC" w:rsidRPr="00D5073A" w:rsidRDefault="00490FFC" w:rsidP="007D7C4C">
      <w:pPr>
        <w:spacing w:after="120"/>
        <w:rPr>
          <w:b/>
        </w:rPr>
      </w:pPr>
      <w:r>
        <w:t>Te whakamahi mīhini hei tohatoha i te kaha e hiahiatia ana hei neke ahanoa.</w:t>
      </w:r>
    </w:p>
    <w:p w14:paraId="4C2A5133" w14:textId="77777777" w:rsidR="00490FFC" w:rsidRPr="00D5073A" w:rsidRDefault="00490FFC" w:rsidP="007D7C4C">
      <w:pPr>
        <w:spacing w:after="120"/>
        <w:rPr>
          <w:b/>
        </w:rPr>
      </w:pPr>
    </w:p>
    <w:p w14:paraId="0E79F483" w14:textId="77777777" w:rsidR="00490FFC" w:rsidRPr="00D5073A" w:rsidRDefault="00490FFC" w:rsidP="007D7C4C">
      <w:pPr>
        <w:spacing w:after="120"/>
      </w:pPr>
      <w:r>
        <w:t xml:space="preserve">Whakaurua te huatau o ngā nihowhiti hei mīhini māmā. </w:t>
      </w:r>
    </w:p>
    <w:p w14:paraId="77A5F70A" w14:textId="77777777" w:rsidR="00490FFC" w:rsidRDefault="00C915A9" w:rsidP="007D7C4C">
      <w:pPr>
        <w:spacing w:after="120"/>
        <w:rPr>
          <w:rStyle w:val="Hyperlink"/>
        </w:rPr>
      </w:pPr>
      <w:hyperlink r:id="rId9" w:history="1">
        <w:r w:rsidR="00C32D9F">
          <w:rPr>
            <w:rStyle w:val="Hyperlink"/>
          </w:rPr>
          <w:t>Ngā Nihowhiti (DK Findout!)</w:t>
        </w:r>
      </w:hyperlink>
    </w:p>
    <w:p w14:paraId="57487D3F" w14:textId="68BD2791" w:rsidR="00490FFC" w:rsidRPr="00D5073A" w:rsidRDefault="00490FFC" w:rsidP="007D7C4C">
      <w:pPr>
        <w:spacing w:after="120"/>
      </w:pPr>
      <w:r>
        <w:lastRenderedPageBreak/>
        <w:t>Pātai ki ngā ākonga: he aha te nihowhiti? E whakamōhio ana mō te aha? He aha te mahi a ngā nihowhiti? He pēhea te mahi a ngā nihowhiti i tēnei?</w:t>
      </w:r>
    </w:p>
    <w:p w14:paraId="12F9CB55" w14:textId="4C4192B2" w:rsidR="00490FFC" w:rsidRPr="00D5073A" w:rsidRDefault="00490FFC" w:rsidP="007D7C4C">
      <w:pPr>
        <w:spacing w:after="120"/>
      </w:pPr>
      <w:r>
        <w:t xml:space="preserve">Hei tauira: ko ngā nihowhiti he wīra whai niho. He whakawhiti pūngao mā te neke mai i tētahi wāhi ki tētahi atu. Ka taea e ngā nihowhiti te whakatere ake, te whakapōturi rānei i ngā mea. </w:t>
      </w:r>
    </w:p>
    <w:p w14:paraId="13FA2F82" w14:textId="77777777" w:rsidR="00490FFC" w:rsidRDefault="00490FFC" w:rsidP="007D7C4C">
      <w:pPr>
        <w:spacing w:after="120"/>
      </w:pPr>
      <w:r>
        <w:t>He aha tāu i kite ai, i ako ai mō ngā nihowhiti i tō urunga atu ki te akoranga whakangungu pūkenga?</w:t>
      </w:r>
    </w:p>
    <w:p w14:paraId="7FFD4778" w14:textId="77777777" w:rsidR="00490FFC" w:rsidRPr="00D5073A" w:rsidRDefault="00490FFC" w:rsidP="007D7C4C">
      <w:pPr>
        <w:spacing w:after="120"/>
      </w:pPr>
      <w:r>
        <w:t>Whakamahia tētahi Ngaku SOLO kia tino mārama ai ki te huatau (ka whakamārama i te take), ā, ka whakawhānui ake i te huatau ki te wāhi hou (whakaputa whakaaro).</w:t>
      </w:r>
    </w:p>
    <w:p w14:paraId="46C72399" w14:textId="0424D446" w:rsidR="00490FFC" w:rsidRDefault="00490FFC" w:rsidP="007D7C4C">
      <w:pPr>
        <w:spacing w:after="120"/>
      </w:pPr>
      <w:r>
        <w:t>Hei tauira:</w:t>
      </w:r>
    </w:p>
    <w:p w14:paraId="0010C6A2" w14:textId="77777777" w:rsidR="0000623C" w:rsidRPr="00D5073A" w:rsidRDefault="0000623C" w:rsidP="007D7C4C">
      <w:pPr>
        <w:spacing w:after="1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1"/>
        <w:gridCol w:w="2995"/>
        <w:gridCol w:w="2934"/>
      </w:tblGrid>
      <w:tr w:rsidR="00490FFC" w:rsidRPr="00D5073A" w14:paraId="732FAC6D" w14:textId="77777777" w:rsidTr="006C15E8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8FF4" w14:textId="77777777" w:rsidR="00490FFC" w:rsidRPr="00D5073A" w:rsidRDefault="00490FFC" w:rsidP="007D7C4C">
            <w:pPr>
              <w:spacing w:after="120"/>
            </w:pPr>
            <w:r w:rsidRPr="00D5073A">
              <w:rPr>
                <w:noProof/>
              </w:rPr>
              <w:drawing>
                <wp:inline distT="0" distB="0" distL="0" distR="0" wp14:anchorId="0C85264A" wp14:editId="6B1A9103">
                  <wp:extent cx="1819275" cy="1171575"/>
                  <wp:effectExtent l="0" t="0" r="0" b="0"/>
                  <wp:docPr id="6" name="Picture 11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1" descr="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741B" w14:textId="77777777" w:rsidR="00490FFC" w:rsidRPr="00D5073A" w:rsidRDefault="00490FFC" w:rsidP="007D7C4C">
            <w:pPr>
              <w:spacing w:after="120"/>
            </w:pPr>
            <w:r w:rsidRPr="00D5073A">
              <w:rPr>
                <w:noProof/>
              </w:rPr>
              <w:drawing>
                <wp:inline distT="0" distB="0" distL="0" distR="0" wp14:anchorId="753A1FC4" wp14:editId="51E18FD3">
                  <wp:extent cx="1724025" cy="1247775"/>
                  <wp:effectExtent l="0" t="0" r="0" b="0"/>
                  <wp:docPr id="2" name="Picture 14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14" descr="Shape,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224D" w14:textId="77777777" w:rsidR="00490FFC" w:rsidRPr="00D5073A" w:rsidRDefault="00490FFC" w:rsidP="007D7C4C">
            <w:pPr>
              <w:spacing w:after="120"/>
            </w:pPr>
            <w:r w:rsidRPr="00D5073A">
              <w:rPr>
                <w:noProof/>
              </w:rPr>
              <w:drawing>
                <wp:inline distT="0" distB="0" distL="0" distR="0" wp14:anchorId="5557619A" wp14:editId="14482385">
                  <wp:extent cx="1657350" cy="1171575"/>
                  <wp:effectExtent l="0" t="0" r="0" b="0"/>
                  <wp:docPr id="4" name="Picture 1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5" descr="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0FFC" w:rsidRPr="00D5073A" w14:paraId="7A15B751" w14:textId="77777777" w:rsidTr="006C15E8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C43E" w14:textId="77777777" w:rsidR="00490FFC" w:rsidRPr="00D5073A" w:rsidRDefault="00490FFC" w:rsidP="007D7C4C">
            <w:pPr>
              <w:spacing w:after="120"/>
            </w:pPr>
            <w:r>
              <w:t>He aha tāu i kite ai i roto i te akoranga pūkenga mō te whakamahi nihowhiti i runga pahikara?</w:t>
            </w:r>
          </w:p>
          <w:p w14:paraId="43D32EB4" w14:textId="77777777" w:rsidR="00490FFC" w:rsidRPr="00D5073A" w:rsidRDefault="00490FFC" w:rsidP="007D7C4C">
            <w:pPr>
              <w:spacing w:after="120"/>
              <w:rPr>
                <w:b/>
                <w:i/>
              </w:rPr>
            </w:pPr>
            <w:r>
              <w:rPr>
                <w:b/>
                <w:i/>
              </w:rPr>
              <w:t>Hangangamaha SOLO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815D" w14:textId="77777777" w:rsidR="00490FFC" w:rsidRPr="00D5073A" w:rsidRDefault="00490FFC" w:rsidP="007D7C4C">
            <w:pPr>
              <w:spacing w:after="120"/>
            </w:pPr>
            <w:r>
              <w:t>He aha i pērā ai ki a koe?</w:t>
            </w:r>
          </w:p>
          <w:p w14:paraId="4D3F6CAE" w14:textId="77777777" w:rsidR="00490FFC" w:rsidRDefault="00490FFC" w:rsidP="007D7C4C">
            <w:pPr>
              <w:spacing w:after="120"/>
              <w:rPr>
                <w:b/>
                <w:i/>
              </w:rPr>
            </w:pPr>
          </w:p>
          <w:p w14:paraId="7CA424BC" w14:textId="77777777" w:rsidR="007C13BD" w:rsidRPr="00D5073A" w:rsidRDefault="007C13BD" w:rsidP="007D7C4C">
            <w:pPr>
              <w:spacing w:after="120"/>
              <w:rPr>
                <w:b/>
                <w:i/>
              </w:rPr>
            </w:pPr>
          </w:p>
          <w:p w14:paraId="15391C77" w14:textId="77777777" w:rsidR="00490FFC" w:rsidRPr="00D5073A" w:rsidRDefault="00490FFC" w:rsidP="007D7C4C">
            <w:pPr>
              <w:spacing w:after="120"/>
              <w:rPr>
                <w:b/>
                <w:i/>
              </w:rPr>
            </w:pPr>
            <w:r>
              <w:rPr>
                <w:b/>
                <w:i/>
              </w:rPr>
              <w:t>Pānga SOLO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BF1F" w14:textId="77777777" w:rsidR="00490FFC" w:rsidRPr="00D5073A" w:rsidRDefault="00490FFC" w:rsidP="007D7C4C">
            <w:pPr>
              <w:spacing w:after="120"/>
            </w:pPr>
            <w:r>
              <w:t>He aha ngā whakaaro ka toko ake ki a koe mō te whakamahi nihowhiti i runga pahikara?</w:t>
            </w:r>
          </w:p>
          <w:p w14:paraId="3681E373" w14:textId="77777777" w:rsidR="00490FFC" w:rsidRPr="00D5073A" w:rsidRDefault="00490FFC" w:rsidP="007D7C4C">
            <w:pPr>
              <w:spacing w:after="120"/>
              <w:rPr>
                <w:b/>
                <w:i/>
              </w:rPr>
            </w:pPr>
          </w:p>
          <w:p w14:paraId="2FFF8ECA" w14:textId="77777777" w:rsidR="00490FFC" w:rsidRPr="00D5073A" w:rsidRDefault="00490FFC" w:rsidP="007D7C4C">
            <w:pPr>
              <w:spacing w:after="120"/>
              <w:rPr>
                <w:b/>
                <w:i/>
              </w:rPr>
            </w:pPr>
            <w:r>
              <w:rPr>
                <w:b/>
                <w:i/>
              </w:rPr>
              <w:t>Waitara SOLO whānui ake</w:t>
            </w:r>
          </w:p>
        </w:tc>
      </w:tr>
      <w:tr w:rsidR="00490FFC" w:rsidRPr="00D5073A" w14:paraId="39BB9359" w14:textId="77777777" w:rsidTr="006C15E8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99C2" w14:textId="77777777" w:rsidR="00490FFC" w:rsidRPr="00D5073A" w:rsidRDefault="00490FFC" w:rsidP="007D7C4C">
            <w:pPr>
              <w:spacing w:after="120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80B8" w14:textId="77777777" w:rsidR="00490FFC" w:rsidRPr="00D5073A" w:rsidRDefault="00490FFC" w:rsidP="007D7C4C">
            <w:pPr>
              <w:spacing w:after="120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D323" w14:textId="77777777" w:rsidR="00490FFC" w:rsidRPr="00D5073A" w:rsidRDefault="00490FFC" w:rsidP="007D7C4C">
            <w:pPr>
              <w:spacing w:after="120"/>
            </w:pPr>
          </w:p>
        </w:tc>
      </w:tr>
      <w:tr w:rsidR="00490FFC" w:rsidRPr="00D5073A" w14:paraId="0EC057CB" w14:textId="77777777" w:rsidTr="006C15E8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888F" w14:textId="77777777" w:rsidR="00490FFC" w:rsidRPr="00D5073A" w:rsidRDefault="00490FFC" w:rsidP="007D7C4C">
            <w:pPr>
              <w:spacing w:after="120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BDE0" w14:textId="77777777" w:rsidR="00490FFC" w:rsidRPr="00D5073A" w:rsidRDefault="00490FFC" w:rsidP="007D7C4C">
            <w:pPr>
              <w:spacing w:after="120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11D2" w14:textId="77777777" w:rsidR="00490FFC" w:rsidRPr="00D5073A" w:rsidRDefault="00490FFC" w:rsidP="007D7C4C">
            <w:pPr>
              <w:spacing w:after="120"/>
            </w:pPr>
          </w:p>
        </w:tc>
      </w:tr>
    </w:tbl>
    <w:p w14:paraId="03F4CA8F" w14:textId="77777777" w:rsidR="00490FFC" w:rsidRPr="00D5073A" w:rsidRDefault="00490FFC" w:rsidP="007D7C4C">
      <w:pPr>
        <w:spacing w:after="120"/>
      </w:pPr>
    </w:p>
    <w:p w14:paraId="610B922F" w14:textId="77777777" w:rsidR="00490FFC" w:rsidRPr="00D5073A" w:rsidRDefault="00490FFC" w:rsidP="007D7C4C">
      <w:pPr>
        <w:spacing w:after="120"/>
      </w:pPr>
      <w:r>
        <w:t xml:space="preserve">Ka whakamahi reo motuhake tohunga pūtaiao ina kōrero ana rātau mō ngā nihowhiti. Me whakamātau ki te whakamahi i tēnei rārangi kupu i roto i ngā mahinga e whai ake. </w:t>
      </w:r>
    </w:p>
    <w:p w14:paraId="13F404CC" w14:textId="77777777" w:rsidR="00490FFC" w:rsidRPr="00D5073A" w:rsidRDefault="00490FFC" w:rsidP="007D7C4C">
      <w:pPr>
        <w:spacing w:after="1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490FFC" w:rsidRPr="00D5073A" w14:paraId="37602F97" w14:textId="77777777" w:rsidTr="006C15E8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B2EB" w14:textId="77777777" w:rsidR="00490FFC" w:rsidRPr="00D5073A" w:rsidRDefault="00490FFC" w:rsidP="007D7C4C">
            <w:pPr>
              <w:spacing w:after="120"/>
              <w:rPr>
                <w:b/>
              </w:rPr>
            </w:pPr>
            <w:r>
              <w:rPr>
                <w:b/>
              </w:rPr>
              <w:t>Ngā kupu pūtaiao</w:t>
            </w:r>
          </w:p>
          <w:p w14:paraId="32A4ACAD" w14:textId="77777777" w:rsidR="00490FFC" w:rsidRPr="00D5073A" w:rsidRDefault="00490FFC" w:rsidP="007D7C4C">
            <w:pPr>
              <w:spacing w:after="120"/>
            </w:pPr>
          </w:p>
          <w:p w14:paraId="72813160" w14:textId="77777777" w:rsidR="00490FFC" w:rsidRPr="00D5073A" w:rsidRDefault="00490FFC" w:rsidP="007D7C4C">
            <w:pPr>
              <w:spacing w:after="120"/>
            </w:pPr>
            <w:r>
              <w:rPr>
                <w:i/>
              </w:rPr>
              <w:t>Nihowhiti kōkiri</w:t>
            </w:r>
            <w:r>
              <w:t xml:space="preserve"> – te nihowhiti e 'kōkiri' ana i te neke a ētahi atu nihowhiti; te nihowhiti me te tōpana whakahāngai, hei tauira, te nihowhiti kei te pētara o te pahikara. </w:t>
            </w:r>
          </w:p>
          <w:p w14:paraId="6150297B" w14:textId="77777777" w:rsidR="00490FFC" w:rsidRPr="00D5073A" w:rsidRDefault="00490FFC" w:rsidP="007D7C4C">
            <w:pPr>
              <w:spacing w:after="120"/>
            </w:pPr>
            <w:r>
              <w:rPr>
                <w:i/>
              </w:rPr>
              <w:t>Nihowhiti whaiwhai</w:t>
            </w:r>
            <w:r>
              <w:t xml:space="preserve"> – te nihowhiti ka 'whaiwhai' i te neke a ētahi atu o ngā nihowhiti; te nihowhiti e mahi ana i ngā mahi whaitake, hei tauira, te nihowhiti kei muri i te wīra o te pahikara. </w:t>
            </w:r>
          </w:p>
          <w:p w14:paraId="5B544C64" w14:textId="77777777" w:rsidR="00490FFC" w:rsidRPr="00D5073A" w:rsidRDefault="00490FFC" w:rsidP="007D7C4C">
            <w:pPr>
              <w:spacing w:after="120"/>
            </w:pPr>
            <w:r>
              <w:rPr>
                <w:i/>
              </w:rPr>
              <w:t>Nihowhiti pāeko</w:t>
            </w:r>
            <w:r w:rsidRPr="00D5073A">
              <w:t xml:space="preserve"> – te nihowhiti ka huria e te nihowhiti kōkiri ka huri i te nihowhiti whaiwhai. </w:t>
            </w:r>
          </w:p>
          <w:p w14:paraId="4C038A12" w14:textId="77777777" w:rsidR="00490FFC" w:rsidRPr="00D5073A" w:rsidRDefault="00490FFC" w:rsidP="007D7C4C">
            <w:pPr>
              <w:spacing w:after="120"/>
            </w:pPr>
            <w:r w:rsidRPr="001833D5">
              <w:rPr>
                <w:i/>
                <w:iCs/>
              </w:rPr>
              <w:t>Tereinanihowhiti</w:t>
            </w:r>
            <w:r w:rsidRPr="00D5073A">
              <w:t xml:space="preserve"> – ngā nihowhiti maha e rārangi ana.</w:t>
            </w:r>
          </w:p>
          <w:p w14:paraId="3ED4A40A" w14:textId="77777777" w:rsidR="00490FFC" w:rsidRPr="00D5073A" w:rsidRDefault="00490FFC" w:rsidP="007D7C4C">
            <w:pPr>
              <w:spacing w:after="120"/>
            </w:pPr>
            <w:r w:rsidRPr="001833D5">
              <w:rPr>
                <w:i/>
              </w:rPr>
              <w:t>Whakapiki nihowhiti</w:t>
            </w:r>
            <w:r w:rsidRPr="00D5073A">
              <w:t>– kōkiri nui me te whaiwhai iti, ka whakatere i te tereina nihowhiti.</w:t>
            </w:r>
          </w:p>
          <w:p w14:paraId="7EA5E2C1" w14:textId="77777777" w:rsidR="00490FFC" w:rsidRPr="00D5073A" w:rsidRDefault="00490FFC" w:rsidP="007D7C4C">
            <w:pPr>
              <w:spacing w:after="120"/>
            </w:pPr>
            <w:r w:rsidRPr="001833D5">
              <w:rPr>
                <w:i/>
              </w:rPr>
              <w:t>Whakaheke  nihowhiti</w:t>
            </w:r>
            <w:r w:rsidRPr="00D5073A">
              <w:t xml:space="preserve"> – kōkiri iti me te whaiwhai nui, ka whakanui ake i te tōpana whakahuri (tōpana huri).</w:t>
            </w:r>
          </w:p>
          <w:p w14:paraId="3CF8FF1F" w14:textId="77777777" w:rsidR="00490FFC" w:rsidRPr="00D5073A" w:rsidRDefault="00490FFC" w:rsidP="007D7C4C">
            <w:pPr>
              <w:spacing w:after="120"/>
            </w:pPr>
          </w:p>
        </w:tc>
      </w:tr>
    </w:tbl>
    <w:p w14:paraId="000E79D8" w14:textId="77777777" w:rsidR="00490FFC" w:rsidRPr="00D5073A" w:rsidRDefault="00490FFC" w:rsidP="007D7C4C">
      <w:pPr>
        <w:spacing w:after="120"/>
      </w:pPr>
    </w:p>
    <w:p w14:paraId="4664F99B" w14:textId="77777777" w:rsidR="00490FFC" w:rsidRPr="00D5073A" w:rsidRDefault="00490FFC" w:rsidP="007D7C4C">
      <w:pPr>
        <w:spacing w:after="120"/>
      </w:pPr>
      <w:r>
        <w:t xml:space="preserve">Kimihia ngā whakautu ki ēnei pātai mā te rāwekeweke i ngā nihowhiti tauira whakahono me ngā paewīra mēnā e wātea ana. </w:t>
      </w:r>
    </w:p>
    <w:p w14:paraId="2AC89A9C" w14:textId="77777777" w:rsidR="00490FFC" w:rsidRPr="00D5073A" w:rsidRDefault="00490FFC" w:rsidP="007D7C4C">
      <w:pPr>
        <w:numPr>
          <w:ilvl w:val="0"/>
          <w:numId w:val="23"/>
        </w:numPr>
        <w:spacing w:after="120"/>
      </w:pPr>
      <w:r>
        <w:lastRenderedPageBreak/>
        <w:t>Tonoa ngā ākonga ki te tatau e hia ngā niho kei ngā nihowhiti rahinga rerekē. I muri mai me hono ngā nihowhiti ka tatau i ngā wā ka huri ia nihowhiti kua honoa. Kei te kite i tētahi pānga ōrite mō tētahi pahikara whai nihowhiti?</w:t>
      </w:r>
    </w:p>
    <w:p w14:paraId="6CE017FA" w14:textId="77777777" w:rsidR="00490FFC" w:rsidRPr="00D5073A" w:rsidRDefault="00490FFC" w:rsidP="007D7C4C">
      <w:pPr>
        <w:numPr>
          <w:ilvl w:val="0"/>
          <w:numId w:val="23"/>
        </w:numPr>
        <w:spacing w:after="120"/>
      </w:pPr>
      <w:r>
        <w:t xml:space="preserve">Heria mai he pahikara whai nihowhiti ki te akomanga. Ina oti i te nihowhiti kōkiri (kua tāpiritia ki te pētara pahikara) tētahi huringa kotahi, e hia ngā huringa o te nihowhiti whaiwhai (kua tāpiritia ki te wīra o muri)? </w:t>
      </w:r>
    </w:p>
    <w:p w14:paraId="6C04D2B2" w14:textId="77777777" w:rsidR="00490FFC" w:rsidRPr="00D5073A" w:rsidRDefault="00490FFC" w:rsidP="007D7C4C">
      <w:pPr>
        <w:numPr>
          <w:ilvl w:val="0"/>
          <w:numId w:val="1"/>
        </w:numPr>
        <w:spacing w:after="120"/>
      </w:pPr>
      <w:r>
        <w:t>He aha ngā nihowhiti ka kōwhiria e koe mēnā ka mate koe ki te tō i tētahi utanga taumaha i muri i tō pahikara?</w:t>
      </w:r>
    </w:p>
    <w:p w14:paraId="1013E0B1" w14:textId="77777777" w:rsidR="00490FFC" w:rsidRDefault="00490FFC" w:rsidP="007D7C4C">
      <w:pPr>
        <w:spacing w:after="120"/>
        <w:rPr>
          <w:b/>
        </w:rPr>
      </w:pPr>
    </w:p>
    <w:p w14:paraId="659F9AAC" w14:textId="77777777" w:rsidR="00490FFC" w:rsidRPr="00D5073A" w:rsidRDefault="00490FFC" w:rsidP="007D7C4C">
      <w:pPr>
        <w:spacing w:after="120"/>
        <w:rPr>
          <w:b/>
        </w:rPr>
      </w:pPr>
      <w:r>
        <w:rPr>
          <w:b/>
        </w:rPr>
        <w:t xml:space="preserve">Mahi tāpiri  </w:t>
      </w:r>
    </w:p>
    <w:p w14:paraId="36FDB76A" w14:textId="77777777" w:rsidR="00490FFC" w:rsidRPr="00D5073A" w:rsidRDefault="00490FFC" w:rsidP="007D7C4C">
      <w:pPr>
        <w:spacing w:after="120"/>
      </w:pPr>
      <w:r>
        <w:t xml:space="preserve">Ka hiahia ētahi ākonga ki te whakawhānui atu i tēnei me te ako i ngā ōwehenga nihowhiti. (Tirohia ngā kōrero i raro.) </w:t>
      </w:r>
    </w:p>
    <w:p w14:paraId="3E722BCF" w14:textId="77777777" w:rsidR="00490FFC" w:rsidRPr="00D5073A" w:rsidRDefault="00490FFC" w:rsidP="007D7C4C">
      <w:pPr>
        <w:spacing w:after="1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490FFC" w:rsidRPr="00D5073A" w14:paraId="5200B323" w14:textId="77777777" w:rsidTr="006C15E8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76EC" w14:textId="77777777" w:rsidR="00490FFC" w:rsidRPr="00D5073A" w:rsidRDefault="00490FFC" w:rsidP="007D7C4C">
            <w:pPr>
              <w:spacing w:after="120"/>
              <w:rPr>
                <w:b/>
              </w:rPr>
            </w:pPr>
            <w:r>
              <w:rPr>
                <w:b/>
              </w:rPr>
              <w:t>Te whakawhiti i te neke mai i te pētara ki te wīra o muri</w:t>
            </w:r>
          </w:p>
          <w:p w14:paraId="626A0397" w14:textId="77777777" w:rsidR="00490FFC" w:rsidRPr="00D5073A" w:rsidRDefault="00490FFC" w:rsidP="007D7C4C">
            <w:pPr>
              <w:spacing w:after="120"/>
            </w:pPr>
            <w:r>
              <w:t xml:space="preserve">Ina ōrite ana te maha o ngā niho i roto i ngā nihowhiti kōkiri, whaiwhai hoki, kotahi te huri a te nihowhiti kōkiri, ā, kotahi anō te huringa a te nihowhiti whaiwhai. </w:t>
            </w:r>
          </w:p>
          <w:p w14:paraId="1818991D" w14:textId="77777777" w:rsidR="00490FFC" w:rsidRPr="00D5073A" w:rsidRDefault="00490FFC" w:rsidP="007D7C4C">
            <w:pPr>
              <w:spacing w:after="120"/>
            </w:pPr>
            <w:r>
              <w:t xml:space="preserve">Ōwehenga Nihowhiti = </w:t>
            </w:r>
            <w:r w:rsidRPr="00D5073A">
              <w:rPr>
                <w:u w:val="single"/>
              </w:rPr>
              <w:t>te maha o ngā niho o te whaiwhai</w:t>
            </w:r>
          </w:p>
          <w:p w14:paraId="02B6BE89" w14:textId="77777777" w:rsidR="00490FFC" w:rsidRPr="00D5073A" w:rsidRDefault="00490FFC" w:rsidP="007D7C4C">
            <w:pPr>
              <w:spacing w:after="120"/>
            </w:pPr>
            <w:r>
              <w:t xml:space="preserve">                         te maha o ngā niho o te kōkiri</w:t>
            </w:r>
          </w:p>
          <w:p w14:paraId="37B84ECF" w14:textId="77777777" w:rsidR="00490FFC" w:rsidRPr="00D5073A" w:rsidRDefault="00490FFC" w:rsidP="007D7C4C">
            <w:pPr>
              <w:spacing w:after="120"/>
            </w:pPr>
          </w:p>
          <w:p w14:paraId="34B42827" w14:textId="77777777" w:rsidR="00490FFC" w:rsidRPr="00D5073A" w:rsidRDefault="00490FFC" w:rsidP="007D7C4C">
            <w:pPr>
              <w:spacing w:after="120"/>
            </w:pPr>
            <w:r>
              <w:t>Ō.N. = F</w:t>
            </w:r>
            <w:r w:rsidRPr="00D5073A">
              <w:rPr>
                <w:vertAlign w:val="subscript"/>
              </w:rPr>
              <w:t>t</w:t>
            </w:r>
            <w:r>
              <w:t xml:space="preserve"> / D</w:t>
            </w:r>
            <w:r w:rsidRPr="00D5073A">
              <w:rPr>
                <w:vertAlign w:val="subscript"/>
              </w:rPr>
              <w:t>t</w:t>
            </w:r>
            <w:r>
              <w:t xml:space="preserve"> hei tauira, 1/1, 1:1 rānei  (me 1 ki te 1 te pānui)</w:t>
            </w:r>
          </w:p>
          <w:p w14:paraId="7E753F8C" w14:textId="77777777" w:rsidR="00490FFC" w:rsidRDefault="00490FFC" w:rsidP="007D7C4C">
            <w:pPr>
              <w:spacing w:after="120"/>
              <w:rPr>
                <w:b/>
              </w:rPr>
            </w:pPr>
          </w:p>
          <w:p w14:paraId="7313E6D3" w14:textId="77777777" w:rsidR="00490FFC" w:rsidRPr="00D5073A" w:rsidRDefault="00490FFC" w:rsidP="007D7C4C">
            <w:pPr>
              <w:spacing w:after="120"/>
              <w:rPr>
                <w:b/>
              </w:rPr>
            </w:pPr>
            <w:r>
              <w:rPr>
                <w:b/>
              </w:rPr>
              <w:t>Te whakaheke nihowhiti - ōwehenga nihowhiti iti</w:t>
            </w:r>
          </w:p>
          <w:p w14:paraId="5D8B2E5A" w14:textId="77777777" w:rsidR="00490FFC" w:rsidRPr="00D5073A" w:rsidRDefault="00490FFC" w:rsidP="007D7C4C">
            <w:pPr>
              <w:spacing w:after="120"/>
            </w:pPr>
            <w:r>
              <w:t xml:space="preserve">Mā te whakauru i te pahikara ki ngā nihowhiti teitei ka uaua ake te huri i te pahikara engari ka tere ake tō haere. Ki te rerekē te maha o ngā niho kei ngā nihowhiti kōkiri, whaiwhai hoki; ka huri ana te nihowhiti kōkiri ka rerekē te huri o te nihowhiti whaiwhai.  I te tauira i raro, ka huri i tētahi huringa kotahi o te nihowhiti kōkiri i te nihowhiti whaiwhai i ngā wā e toru.  Ka nui ake te nihowhiti whaiwhai ka nui ake te tōpana huri. </w:t>
            </w:r>
          </w:p>
          <w:p w14:paraId="3F7E1CB8" w14:textId="77777777" w:rsidR="00490FFC" w:rsidRPr="00D5073A" w:rsidRDefault="00490FFC" w:rsidP="007D7C4C">
            <w:pPr>
              <w:spacing w:after="120"/>
            </w:pPr>
            <w:r>
              <w:t>Ō.N. = F</w:t>
            </w:r>
            <w:r w:rsidRPr="00D5073A">
              <w:rPr>
                <w:vertAlign w:val="subscript"/>
              </w:rPr>
              <w:t>t</w:t>
            </w:r>
            <w:r>
              <w:t xml:space="preserve"> / D</w:t>
            </w:r>
            <w:r w:rsidRPr="00D5073A">
              <w:rPr>
                <w:vertAlign w:val="subscript"/>
              </w:rPr>
              <w:t>t</w:t>
            </w:r>
            <w:r>
              <w:t xml:space="preserve"> hei tauira, 1/3, 1:3 rānei (me 1 ki te 3 te pānui)</w:t>
            </w:r>
          </w:p>
          <w:p w14:paraId="64209981" w14:textId="77777777" w:rsidR="00490FFC" w:rsidRDefault="00490FFC" w:rsidP="007D7C4C">
            <w:pPr>
              <w:spacing w:after="120"/>
              <w:rPr>
                <w:b/>
              </w:rPr>
            </w:pPr>
          </w:p>
          <w:p w14:paraId="51ADE1D3" w14:textId="77777777" w:rsidR="00490FFC" w:rsidRPr="00D5073A" w:rsidRDefault="00490FFC" w:rsidP="007D7C4C">
            <w:pPr>
              <w:spacing w:after="120"/>
              <w:rPr>
                <w:b/>
              </w:rPr>
            </w:pPr>
            <w:r>
              <w:rPr>
                <w:b/>
              </w:rPr>
              <w:t>Te whakapiki nihowhiti - ōwhenga nihowhiti teitei</w:t>
            </w:r>
          </w:p>
          <w:p w14:paraId="16BD2E14" w14:textId="77777777" w:rsidR="00490FFC" w:rsidRPr="00D5073A" w:rsidRDefault="00490FFC" w:rsidP="007D7C4C">
            <w:pPr>
              <w:spacing w:after="120"/>
            </w:pPr>
            <w:r>
              <w:t xml:space="preserve">Mā te whakauru i te pahikara ki ngā nihowhiti pāpaku ka māmā ake te huri i te pahikara engari ka pōturi ake tō haere.  Ko te take he nui ake ngā niho i roto i te nihowhiti kōkiri tēnā i te nihowhiti whaiwhai. Hei tauira, mēnā i takahuria te maha o ngā niho i roto i te kōkiri me te whaiwhai, e toru ngā huringa o te nihowhiti kōkiri mō te huringa kotahi o te nihowhiti whaiwhai. Ka whakaiti ake te nihowhiti whaiwhai i te tōpana huri. </w:t>
            </w:r>
          </w:p>
          <w:p w14:paraId="729D613F" w14:textId="77777777" w:rsidR="00490FFC" w:rsidRPr="00D5073A" w:rsidRDefault="00490FFC" w:rsidP="007D7C4C">
            <w:pPr>
              <w:spacing w:after="120"/>
            </w:pPr>
            <w:r>
              <w:t xml:space="preserve"> Ō.N. = F</w:t>
            </w:r>
            <w:r w:rsidRPr="00D5073A">
              <w:rPr>
                <w:vertAlign w:val="subscript"/>
              </w:rPr>
              <w:t>t</w:t>
            </w:r>
            <w:r>
              <w:t xml:space="preserve"> / D</w:t>
            </w:r>
            <w:r w:rsidRPr="00D5073A">
              <w:rPr>
                <w:vertAlign w:val="subscript"/>
              </w:rPr>
              <w:t>t</w:t>
            </w:r>
            <w:r>
              <w:t xml:space="preserve"> hei tauira, 3/1, 3 rānei (me 3 ki te 1 te pānui)</w:t>
            </w:r>
          </w:p>
          <w:p w14:paraId="1AA89FA1" w14:textId="77777777" w:rsidR="00490FFC" w:rsidRPr="00D5073A" w:rsidRDefault="00490FFC" w:rsidP="007D7C4C">
            <w:pPr>
              <w:spacing w:after="120"/>
              <w:rPr>
                <w:b/>
              </w:rPr>
            </w:pPr>
          </w:p>
        </w:tc>
      </w:tr>
    </w:tbl>
    <w:p w14:paraId="7FE522C6" w14:textId="77777777" w:rsidR="00490FFC" w:rsidRPr="00D5073A" w:rsidRDefault="00490FFC" w:rsidP="007D7C4C">
      <w:pPr>
        <w:spacing w:after="120"/>
      </w:pPr>
    </w:p>
    <w:p w14:paraId="1473F6B3" w14:textId="77777777" w:rsidR="00490FFC" w:rsidRPr="00D5073A" w:rsidRDefault="00490FFC" w:rsidP="003E617B">
      <w:pPr>
        <w:pStyle w:val="Heading3"/>
      </w:pPr>
      <w:r>
        <w:t xml:space="preserve">3.3. Te whakamahi nihowhiti hei tohatoha i te kaha e hiahiatia ana hei neke i tētahi pahikara. </w:t>
      </w:r>
    </w:p>
    <w:p w14:paraId="3FCBF2BD" w14:textId="77777777" w:rsidR="00490FFC" w:rsidRDefault="00490FFC" w:rsidP="007D7C4C">
      <w:pPr>
        <w:spacing w:after="120"/>
      </w:pPr>
    </w:p>
    <w:p w14:paraId="0E2C21F7" w14:textId="77777777" w:rsidR="00490FFC" w:rsidRPr="00D5073A" w:rsidRDefault="00490FFC" w:rsidP="007D7C4C">
      <w:pPr>
        <w:spacing w:after="120"/>
      </w:pPr>
      <w:r>
        <w:t>[Te whawhānui huatau]</w:t>
      </w:r>
    </w:p>
    <w:p w14:paraId="4E1FCA62" w14:textId="77777777" w:rsidR="00490FFC" w:rsidRPr="00D5073A" w:rsidRDefault="00490FFC" w:rsidP="007D7C4C">
      <w:pPr>
        <w:spacing w:after="120"/>
      </w:pPr>
      <w:r>
        <w:lastRenderedPageBreak/>
        <w:t>[Ka hono ki Ngā Wāhi Ako o Te Marautanga o Aotearoa: Pūtaiao - Ō Ahupūngao]</w:t>
      </w:r>
    </w:p>
    <w:p w14:paraId="34A400A5" w14:textId="77777777" w:rsidR="00490FFC" w:rsidRPr="00D5073A" w:rsidRDefault="00490FFC" w:rsidP="007D7C4C">
      <w:pPr>
        <w:spacing w:after="120"/>
        <w:rPr>
          <w:b/>
        </w:rPr>
      </w:pPr>
    </w:p>
    <w:p w14:paraId="12B99B20" w14:textId="77777777" w:rsidR="00490FFC" w:rsidRPr="00225F18" w:rsidRDefault="00490FFC" w:rsidP="007D7C4C">
      <w:pPr>
        <w:spacing w:after="120"/>
        <w:rPr>
          <w:bCs/>
        </w:rPr>
      </w:pPr>
      <w:r>
        <w:t>Me whakarōpū ngā ākonga kia mahi takirua, takitoru ki te tūhura he mahi te eke pahikara – mai i te tirohanga a te tohunga pūtaiao.</w:t>
      </w:r>
    </w:p>
    <w:p w14:paraId="6CD0C630" w14:textId="77777777" w:rsidR="00490FFC" w:rsidRPr="00D5073A" w:rsidRDefault="00490FFC" w:rsidP="007D7C4C">
      <w:pPr>
        <w:spacing w:after="120"/>
      </w:pPr>
      <w:r>
        <w:t>Me whakamahi he whakahono me ngā nihowhiti tauira, ngā paewīra me ngā tātua tauru (mekameka) me ngā pahikara, mekameka, nihowhiti, aha atu, aha atu. Tūhuratia he pēhea te whakahaere i te mahi me te whakawhiti i te pūngao e ngā tāngata e whakamahi ana i tētahi o ngā momo pahikara:</w:t>
      </w:r>
    </w:p>
    <w:p w14:paraId="20501274" w14:textId="77777777" w:rsidR="00490FFC" w:rsidRPr="00225F18" w:rsidRDefault="00490FFC" w:rsidP="007D7C4C">
      <w:pPr>
        <w:pStyle w:val="ListParagraph"/>
        <w:numPr>
          <w:ilvl w:val="0"/>
          <w:numId w:val="26"/>
        </w:numPr>
        <w:spacing w:after="120"/>
      </w:pPr>
      <w:r>
        <w:t xml:space="preserve">he papaneke </w:t>
      </w:r>
    </w:p>
    <w:p w14:paraId="3AE0BF16" w14:textId="77777777" w:rsidR="00490FFC" w:rsidRPr="00225F18" w:rsidRDefault="00490FFC" w:rsidP="007D7C4C">
      <w:pPr>
        <w:pStyle w:val="ListParagraph"/>
        <w:numPr>
          <w:ilvl w:val="0"/>
          <w:numId w:val="26"/>
        </w:numPr>
        <w:spacing w:after="120"/>
      </w:pPr>
      <w:r>
        <w:t>he taraihikara me tētahi pētara ki te wīra</w:t>
      </w:r>
    </w:p>
    <w:p w14:paraId="5B0F8BC1" w14:textId="77777777" w:rsidR="00490FFC" w:rsidRPr="00225F18" w:rsidRDefault="00490FFC" w:rsidP="007D7C4C">
      <w:pPr>
        <w:pStyle w:val="ListParagraph"/>
        <w:numPr>
          <w:ilvl w:val="0"/>
          <w:numId w:val="26"/>
        </w:numPr>
        <w:spacing w:after="120"/>
      </w:pPr>
      <w:r>
        <w:t>he pahikara me tētahi pētara kua mau ki te wīra mā tētahi tauru tātua māmā, mekameka nihowhiti-kotahi rānei</w:t>
      </w:r>
    </w:p>
    <w:p w14:paraId="7E714001" w14:textId="77777777" w:rsidR="00490FFC" w:rsidRPr="00225F18" w:rsidRDefault="00490FFC" w:rsidP="007D7C4C">
      <w:pPr>
        <w:pStyle w:val="ListParagraph"/>
        <w:numPr>
          <w:ilvl w:val="0"/>
          <w:numId w:val="26"/>
        </w:numPr>
        <w:spacing w:after="120"/>
      </w:pPr>
      <w:r>
        <w:t xml:space="preserve">ngā wīra e rua kua honoa e tētahi tātua tauru </w:t>
      </w:r>
    </w:p>
    <w:p w14:paraId="59B15ED9" w14:textId="77777777" w:rsidR="00490FFC" w:rsidRPr="00225F18" w:rsidRDefault="00490FFC" w:rsidP="007D7C4C">
      <w:pPr>
        <w:pStyle w:val="ListParagraph"/>
        <w:numPr>
          <w:ilvl w:val="0"/>
          <w:numId w:val="26"/>
        </w:numPr>
        <w:spacing w:after="120"/>
      </w:pPr>
      <w:r>
        <w:t>ngā wīra e rua kua honoa e tētahi tātua tāupe</w:t>
      </w:r>
    </w:p>
    <w:p w14:paraId="049087AC" w14:textId="77777777" w:rsidR="00490FFC" w:rsidRPr="00D5073A" w:rsidRDefault="00490FFC" w:rsidP="007D7C4C">
      <w:pPr>
        <w:pStyle w:val="ListParagraph"/>
        <w:numPr>
          <w:ilvl w:val="0"/>
          <w:numId w:val="26"/>
        </w:numPr>
        <w:spacing w:after="120"/>
      </w:pPr>
      <w:r>
        <w:t xml:space="preserve">he pahikara me tētahi pētara kua mau ki tētahi mekameka matatini, nihowhiti-maha rānei. </w:t>
      </w:r>
    </w:p>
    <w:p w14:paraId="2A0C97F2" w14:textId="77777777" w:rsidR="00C32D9F" w:rsidRDefault="00490FFC" w:rsidP="007D7C4C">
      <w:pPr>
        <w:spacing w:after="120"/>
      </w:pPr>
      <w:r>
        <w:t xml:space="preserve">Te whakatītina i ngā ākonga kia kite ahakoa i te tīmatanga kei te mau ngā pētara ki te wīra o mua (piri tata ana) o te taraihikara, ka nui atu te tawhiti i waenga i te wāhi i hoatu te tōpana (ki te wīra pētara) me te wāhi kei reira te utanga (kei te wīra o muri) i ngā tauira o muri. </w:t>
      </w:r>
    </w:p>
    <w:p w14:paraId="37B186FC" w14:textId="3101B86A" w:rsidR="00490FFC" w:rsidRPr="00D5073A" w:rsidRDefault="00490FFC" w:rsidP="007D7C4C">
      <w:pPr>
        <w:spacing w:after="120"/>
      </w:pPr>
      <w:r>
        <w:t>Ka taea te āputa te whakakī ki te rārangi nihowhiti, ko te tikanga ka whakakīa kētia ki te nihomeka me tētahi mekameka.</w:t>
      </w:r>
    </w:p>
    <w:p w14:paraId="30943F8C" w14:textId="402DE5CC" w:rsidR="00490FFC" w:rsidRPr="00C32D9F" w:rsidRDefault="00490FFC" w:rsidP="007D7C4C">
      <w:pPr>
        <w:spacing w:after="120"/>
        <w:rPr>
          <w:b/>
          <w:bCs/>
        </w:rPr>
      </w:pPr>
      <w:r>
        <w:rPr>
          <w:b/>
        </w:rPr>
        <w:t xml:space="preserve">Ngā tuhipoka </w:t>
      </w:r>
    </w:p>
    <w:p w14:paraId="4256BB12" w14:textId="77777777" w:rsidR="00490FFC" w:rsidRPr="00D5073A" w:rsidRDefault="00490FFC" w:rsidP="007D7C4C">
      <w:pPr>
        <w:spacing w:after="120"/>
      </w:pPr>
      <w:r>
        <w:t xml:space="preserve">Ka māmā ake i ngā nihowhiti te pētara (ka iti ake te huri o ngā wīra mō ia huringa o te pētara). </w:t>
      </w:r>
    </w:p>
    <w:p w14:paraId="145379E2" w14:textId="77777777" w:rsidR="00490FFC" w:rsidRPr="00D5073A" w:rsidRDefault="00490FFC" w:rsidP="007D7C4C">
      <w:pPr>
        <w:spacing w:after="120"/>
      </w:pPr>
      <w:r>
        <w:t xml:space="preserve">Ka tuarihia te mahi i te tawhiti nui ake. </w:t>
      </w:r>
    </w:p>
    <w:p w14:paraId="61778C7F" w14:textId="77777777" w:rsidR="00490FFC" w:rsidRPr="00D5073A" w:rsidRDefault="00490FFC" w:rsidP="007D7C4C">
      <w:pPr>
        <w:spacing w:after="120"/>
      </w:pPr>
      <w:r>
        <w:t>Ka uaua ake i ngā nihowhiti te pētara (ka nui ake te huri o ngā wīra mō ia huringa o te pētara).</w:t>
      </w:r>
    </w:p>
    <w:p w14:paraId="4255C339" w14:textId="77777777" w:rsidR="00490FFC" w:rsidRPr="00D5073A" w:rsidRDefault="00490FFC" w:rsidP="007D7C4C">
      <w:pPr>
        <w:spacing w:after="120"/>
      </w:pPr>
      <w:r>
        <w:t>Ka tuarihia te mahi i te tawhiti poto ake.</w:t>
      </w:r>
    </w:p>
    <w:p w14:paraId="6F2F2870" w14:textId="77777777" w:rsidR="00490FFC" w:rsidRPr="00D5073A" w:rsidRDefault="00490FFC" w:rsidP="007D7C4C">
      <w:pPr>
        <w:spacing w:after="120"/>
      </w:pPr>
      <w:r>
        <w:t xml:space="preserve">Ka ōrite te katoa o te mahi mō te neke i te pahikara i tētahi tawhiti. </w:t>
      </w:r>
    </w:p>
    <w:p w14:paraId="7F2F3C81" w14:textId="77777777" w:rsidR="00490FFC" w:rsidRPr="00D5073A" w:rsidRDefault="00490FFC" w:rsidP="007D7C4C">
      <w:pPr>
        <w:spacing w:after="1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3"/>
        <w:gridCol w:w="7087"/>
      </w:tblGrid>
      <w:tr w:rsidR="00490FFC" w:rsidRPr="00D5073A" w14:paraId="489A1EC6" w14:textId="77777777" w:rsidTr="00C915A9"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2FC0" w14:textId="77777777" w:rsidR="00490FFC" w:rsidRPr="00D5073A" w:rsidRDefault="00490FFC" w:rsidP="007D7C4C">
            <w:pPr>
              <w:spacing w:after="120"/>
              <w:rPr>
                <w:b/>
              </w:rPr>
            </w:pPr>
            <w:r>
              <w:rPr>
                <w:b/>
              </w:rPr>
              <w:t>Papaneke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C193" w14:textId="77777777" w:rsidR="00490FFC" w:rsidRPr="00D5073A" w:rsidRDefault="00490FFC" w:rsidP="007D7C4C">
            <w:pPr>
              <w:spacing w:after="120"/>
              <w:rPr>
                <w:i/>
              </w:rPr>
            </w:pPr>
            <w:r>
              <w:rPr>
                <w:i/>
              </w:rPr>
              <w:t>He aha tāu e kite ana?</w:t>
            </w:r>
            <w:r w:rsidRPr="00D5073A">
              <w:t xml:space="preserve"> Ko te kaieke pahikara kei te mahi.  Mā te pana mai i te papa ka neke te papaneke i te papa papatahi. </w:t>
            </w:r>
          </w:p>
          <w:p w14:paraId="126C02AA" w14:textId="77777777" w:rsidR="00490FFC" w:rsidRPr="00D5073A" w:rsidRDefault="00490FFC" w:rsidP="007D7C4C">
            <w:pPr>
              <w:spacing w:after="120"/>
            </w:pPr>
            <w:r>
              <w:rPr>
                <w:i/>
              </w:rPr>
              <w:t>He pēhea, ā, he aha te take e mahi ai tēnei?</w:t>
            </w:r>
            <w:r w:rsidRPr="00D5073A">
              <w:t xml:space="preserve"> Ka hāngai te huri a te tōpana i ngā wīra e neke ana i te papaneke.  Tohua he wā e pā ai te wīra o te papaneke ki te papa. Ka kitea ka ahatia ngā wīra i te nekehanga o te papaneke ki wāhi kē.</w:t>
            </w:r>
          </w:p>
          <w:p w14:paraId="54AEFA90" w14:textId="77777777" w:rsidR="00490FFC" w:rsidRPr="00D5073A" w:rsidRDefault="00490FFC" w:rsidP="007D7C4C">
            <w:pPr>
              <w:spacing w:after="120"/>
              <w:rPr>
                <w:i/>
              </w:rPr>
            </w:pPr>
            <w:r>
              <w:rPr>
                <w:i/>
              </w:rPr>
              <w:t>Hangaia he tauira hei whakaatu i tēnei pūhanga.</w:t>
            </w:r>
          </w:p>
          <w:p w14:paraId="57CF591A" w14:textId="77777777" w:rsidR="00490FFC" w:rsidRPr="00D5073A" w:rsidRDefault="00490FFC" w:rsidP="007D7C4C">
            <w:pPr>
              <w:spacing w:after="120"/>
              <w:rPr>
                <w:b/>
              </w:rPr>
            </w:pPr>
            <w:r>
              <w:t xml:space="preserve">Mahia he tauira e whakaatu ana ka pēhea te whakawhiti i te pūngao ki te papaneke </w:t>
            </w:r>
          </w:p>
        </w:tc>
      </w:tr>
      <w:tr w:rsidR="00490FFC" w:rsidRPr="00D5073A" w14:paraId="2570EF7E" w14:textId="77777777" w:rsidTr="00C915A9"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7416" w14:textId="77777777" w:rsidR="00490FFC" w:rsidRPr="00D5073A" w:rsidRDefault="00490FFC" w:rsidP="007D7C4C">
            <w:pPr>
              <w:spacing w:after="120"/>
              <w:rPr>
                <w:b/>
              </w:rPr>
            </w:pPr>
            <w:r>
              <w:rPr>
                <w:b/>
              </w:rPr>
              <w:t>Taraihikara wīra-mau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47E1" w14:textId="77777777" w:rsidR="00490FFC" w:rsidRPr="00D5073A" w:rsidRDefault="00490FFC" w:rsidP="007D7C4C">
            <w:pPr>
              <w:spacing w:after="120"/>
              <w:rPr>
                <w:i/>
              </w:rPr>
            </w:pPr>
            <w:r>
              <w:rPr>
                <w:i/>
              </w:rPr>
              <w:t>He aha tāu e kite ana?</w:t>
            </w:r>
            <w:r w:rsidRPr="00D5073A">
              <w:t xml:space="preserve"> Ko te kaieke pahikara kei te mahi.  Ka neke te pētara hurihuri i te papaneke ki tētahi papa papatahi. </w:t>
            </w:r>
          </w:p>
          <w:p w14:paraId="12EF856B" w14:textId="77777777" w:rsidR="00490FFC" w:rsidRPr="00D5073A" w:rsidRDefault="00490FFC" w:rsidP="007D7C4C">
            <w:pPr>
              <w:spacing w:after="120"/>
              <w:rPr>
                <w:i/>
              </w:rPr>
            </w:pPr>
            <w:r>
              <w:rPr>
                <w:i/>
              </w:rPr>
              <w:t>He pēhea, ā, he aha te take e mahi ai tēnei?</w:t>
            </w:r>
            <w:r w:rsidRPr="00D5073A">
              <w:t xml:space="preserve"> Ka huri te tōpana pei ki te pētara i te paewīra kia kotahi te huringa, ā, ka huria te wīra o mua o te taraihikara kia kotahi te huringa. </w:t>
            </w:r>
            <w:r>
              <w:rPr>
                <w:i/>
              </w:rPr>
              <w:t>Mahia he tauira hei whakaatu i tēnei pūhanga.</w:t>
            </w:r>
          </w:p>
          <w:p w14:paraId="09DE04F5" w14:textId="77777777" w:rsidR="00490FFC" w:rsidRPr="00D5073A" w:rsidRDefault="00490FFC" w:rsidP="007D7C4C">
            <w:pPr>
              <w:spacing w:after="120"/>
              <w:rPr>
                <w:b/>
              </w:rPr>
            </w:pPr>
            <w:r>
              <w:t>Mahia he tauira e whakaatu ana ka pēhea te whakawhiti i te pūngao ki te taraihikara wīra-mau.</w:t>
            </w:r>
          </w:p>
        </w:tc>
      </w:tr>
      <w:tr w:rsidR="00490FFC" w:rsidRPr="00D5073A" w14:paraId="4040B80A" w14:textId="77777777" w:rsidTr="00C915A9"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68FF" w14:textId="77777777" w:rsidR="00490FFC" w:rsidRPr="00D5073A" w:rsidRDefault="00490FFC" w:rsidP="007D7C4C">
            <w:pPr>
              <w:spacing w:after="120"/>
              <w:rPr>
                <w:b/>
              </w:rPr>
            </w:pPr>
            <w:r>
              <w:rPr>
                <w:b/>
              </w:rPr>
              <w:t>Ngā tātua tauru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EFA1" w14:textId="77777777" w:rsidR="00490FFC" w:rsidRPr="00D5073A" w:rsidRDefault="00490FFC" w:rsidP="007D7C4C">
            <w:pPr>
              <w:spacing w:after="120"/>
            </w:pPr>
            <w:r>
              <w:rPr>
                <w:i/>
              </w:rPr>
              <w:t>Hangaia he tauira hei whakaatu i tēnei pūhanga.</w:t>
            </w:r>
          </w:p>
          <w:p w14:paraId="4F3DCA08" w14:textId="77777777" w:rsidR="00490FFC" w:rsidRPr="00D5073A" w:rsidRDefault="00490FFC" w:rsidP="007D7C4C">
            <w:pPr>
              <w:spacing w:after="120"/>
            </w:pPr>
            <w:r>
              <w:t>Mahia he tauira e whakaatu ana ka pēhea te whakawhiti i te pūngao ki tētahi:</w:t>
            </w:r>
          </w:p>
          <w:p w14:paraId="107C66E2" w14:textId="77777777" w:rsidR="00490FFC" w:rsidRPr="00D5073A" w:rsidRDefault="00490FFC" w:rsidP="007D7C4C">
            <w:pPr>
              <w:numPr>
                <w:ilvl w:val="0"/>
                <w:numId w:val="20"/>
              </w:numPr>
              <w:spacing w:after="120"/>
            </w:pPr>
            <w:r>
              <w:lastRenderedPageBreak/>
              <w:t>tātua tauru - ko tētahi tōpana kei tētahi paewīra kōkiri kotahi e pā ana ki tētahi paewīra rahinga ōrite i tētahi tawhiti</w:t>
            </w:r>
          </w:p>
          <w:p w14:paraId="0F8394A4" w14:textId="77777777" w:rsidR="00490FFC" w:rsidRPr="00D5073A" w:rsidRDefault="00490FFC" w:rsidP="007D7C4C">
            <w:pPr>
              <w:numPr>
                <w:ilvl w:val="0"/>
                <w:numId w:val="19"/>
              </w:numPr>
              <w:spacing w:after="120"/>
            </w:pPr>
            <w:r>
              <w:t>tātua tauru tāupe - ko tētahi tōpana kei tētahi paewīra kōkiri kotahi e pā ana ki tētahi paewīra rahinga rerekē i tētahi tawhiti</w:t>
            </w:r>
          </w:p>
          <w:p w14:paraId="45EA1552" w14:textId="77777777" w:rsidR="00490FFC" w:rsidRPr="00D5073A" w:rsidRDefault="00490FFC" w:rsidP="007D7C4C">
            <w:pPr>
              <w:numPr>
                <w:ilvl w:val="0"/>
                <w:numId w:val="19"/>
              </w:numPr>
              <w:spacing w:after="120"/>
            </w:pPr>
            <w:r>
              <w:t>tātua tauru - te huri i te ahunga o tētahi tōpana.</w:t>
            </w:r>
          </w:p>
        </w:tc>
      </w:tr>
      <w:tr w:rsidR="00490FFC" w:rsidRPr="00D5073A" w14:paraId="23AD38AF" w14:textId="77777777" w:rsidTr="00C915A9"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3BE4" w14:textId="77777777" w:rsidR="00490FFC" w:rsidRPr="00D5073A" w:rsidRDefault="00490FFC" w:rsidP="007D7C4C">
            <w:pPr>
              <w:spacing w:after="120"/>
              <w:rPr>
                <w:b/>
              </w:rPr>
            </w:pPr>
            <w:r>
              <w:rPr>
                <w:b/>
              </w:rPr>
              <w:lastRenderedPageBreak/>
              <w:t>Mekameka pahikara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4EA8" w14:textId="77777777" w:rsidR="00490FFC" w:rsidRPr="00D5073A" w:rsidRDefault="00490FFC" w:rsidP="007D7C4C">
            <w:pPr>
              <w:spacing w:after="120"/>
            </w:pPr>
            <w:r>
              <w:t xml:space="preserve">Ka whakamahia he mekameka kē nō tētahi tātua tauru kia kore ai e paheke. </w:t>
            </w:r>
          </w:p>
        </w:tc>
      </w:tr>
      <w:tr w:rsidR="00490FFC" w:rsidRPr="00D5073A" w14:paraId="2D312950" w14:textId="77777777" w:rsidTr="00C915A9"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4726" w14:textId="77777777" w:rsidR="00490FFC" w:rsidRPr="00D5073A" w:rsidRDefault="00490FFC" w:rsidP="007D7C4C">
            <w:pPr>
              <w:spacing w:after="120"/>
              <w:rPr>
                <w:b/>
              </w:rPr>
            </w:pPr>
            <w:r>
              <w:rPr>
                <w:b/>
              </w:rPr>
              <w:t>Pahikara mekameka pūmau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51C5" w14:textId="77777777" w:rsidR="00490FFC" w:rsidRPr="00D5073A" w:rsidRDefault="00490FFC" w:rsidP="007D7C4C">
            <w:pPr>
              <w:spacing w:after="120"/>
            </w:pPr>
            <w:r>
              <w:rPr>
                <w:i/>
              </w:rPr>
              <w:t xml:space="preserve">He aha tāu e kite ana? </w:t>
            </w:r>
            <w:r w:rsidRPr="00D5073A">
              <w:t xml:space="preserve">Ko te kaieke pahikara kei te mahi. Ka neke te pētara hurihuri i te pahikara ki tētahi papa papatahi. </w:t>
            </w:r>
          </w:p>
          <w:p w14:paraId="3FEFF205" w14:textId="77777777" w:rsidR="00490FFC" w:rsidRPr="00D5073A" w:rsidRDefault="00490FFC" w:rsidP="007D7C4C">
            <w:pPr>
              <w:spacing w:after="120"/>
            </w:pPr>
            <w:r>
              <w:rPr>
                <w:i/>
              </w:rPr>
              <w:t>He pēhea, ā, he aha te take e mahi ai tēnei?</w:t>
            </w:r>
            <w:r w:rsidRPr="00D5073A">
              <w:t xml:space="preserve"> Ka huria e te pētara te wīra nihowhiti taraiwa. Ka nekehia e te nihowhiti taraiwa te mekameka.  Ka nekehia e te tātua tauru (mekameka) te nihowhiti wīra o muri. Ka nekehia e te nihowhiti te wīra o muri. </w:t>
            </w:r>
          </w:p>
          <w:p w14:paraId="7324829B" w14:textId="77777777" w:rsidR="00490FFC" w:rsidRPr="00D5073A" w:rsidRDefault="00490FFC" w:rsidP="007D7C4C">
            <w:pPr>
              <w:spacing w:after="120"/>
              <w:rPr>
                <w:i/>
              </w:rPr>
            </w:pPr>
            <w:r>
              <w:rPr>
                <w:i/>
              </w:rPr>
              <w:t>Hangaia he tauira hei whakaatu i tēnei pūhanga.</w:t>
            </w:r>
          </w:p>
          <w:p w14:paraId="5AB35783" w14:textId="77777777" w:rsidR="00490FFC" w:rsidRPr="00D5073A" w:rsidRDefault="00490FFC" w:rsidP="007D7C4C">
            <w:pPr>
              <w:spacing w:after="120"/>
              <w:rPr>
                <w:b/>
              </w:rPr>
            </w:pPr>
            <w:r>
              <w:t>Mahia he tauira e whakaatu ana he pēhea te whakawhiti i te pūngao i roto i tētahi pūhanga pahikara mekameka pūmau me ngā wāhanga whakahono.</w:t>
            </w:r>
          </w:p>
        </w:tc>
      </w:tr>
      <w:tr w:rsidR="00490FFC" w:rsidRPr="00D5073A" w14:paraId="5ED05C83" w14:textId="77777777" w:rsidTr="00C915A9"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AB0B" w14:textId="77777777" w:rsidR="00490FFC" w:rsidRPr="00D5073A" w:rsidRDefault="00490FFC" w:rsidP="007D7C4C">
            <w:pPr>
              <w:spacing w:after="120"/>
              <w:rPr>
                <w:b/>
              </w:rPr>
            </w:pPr>
            <w:r>
              <w:rPr>
                <w:b/>
              </w:rPr>
              <w:t>Pahikara mekameka tāupe</w:t>
            </w:r>
          </w:p>
          <w:p w14:paraId="7E509BAF" w14:textId="77777777" w:rsidR="00490FFC" w:rsidRPr="00D5073A" w:rsidRDefault="00490FFC" w:rsidP="007D7C4C">
            <w:pPr>
              <w:spacing w:after="120"/>
              <w:rPr>
                <w:b/>
              </w:rPr>
            </w:pPr>
          </w:p>
          <w:p w14:paraId="75718ED8" w14:textId="77777777" w:rsidR="00490FFC" w:rsidRPr="00D5073A" w:rsidRDefault="00490FFC" w:rsidP="007D7C4C">
            <w:pPr>
              <w:spacing w:after="120"/>
              <w:rPr>
                <w:b/>
              </w:rPr>
            </w:pPr>
            <w:r>
              <w:rPr>
                <w:b/>
              </w:rPr>
              <w:t>Hei tauira, ngā pahikara tere-kotahi me te tere-maha</w:t>
            </w:r>
          </w:p>
          <w:p w14:paraId="2081E17E" w14:textId="77777777" w:rsidR="00490FFC" w:rsidRPr="00D5073A" w:rsidRDefault="00490FFC" w:rsidP="007D7C4C">
            <w:pPr>
              <w:spacing w:after="120"/>
              <w:rPr>
                <w:b/>
              </w:rPr>
            </w:pPr>
          </w:p>
          <w:p w14:paraId="31B45D57" w14:textId="77777777" w:rsidR="00490FFC" w:rsidRPr="00D5073A" w:rsidRDefault="00490FFC" w:rsidP="007D7C4C">
            <w:pPr>
              <w:spacing w:after="120"/>
              <w:rPr>
                <w:b/>
              </w:rPr>
            </w:pPr>
            <w:r>
              <w:rPr>
                <w:b/>
              </w:rPr>
              <w:t>[e rua ngā nihowhiti rahinga rerekē]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9FC7" w14:textId="77777777" w:rsidR="00490FFC" w:rsidRPr="00D5073A" w:rsidRDefault="00490FFC" w:rsidP="007D7C4C">
            <w:pPr>
              <w:spacing w:after="120"/>
              <w:rPr>
                <w:i/>
              </w:rPr>
            </w:pPr>
            <w:r>
              <w:rPr>
                <w:i/>
              </w:rPr>
              <w:t>He aha tāu e kite ana?</w:t>
            </w:r>
          </w:p>
          <w:p w14:paraId="5B9798F1" w14:textId="77777777" w:rsidR="00490FFC" w:rsidRPr="00D5073A" w:rsidRDefault="00490FFC" w:rsidP="007D7C4C">
            <w:pPr>
              <w:spacing w:after="120"/>
            </w:pPr>
            <w:r>
              <w:t xml:space="preserve">Ko te kaieke pahikara kei te mahi. Ka neke te pētara hurihuri i te pahikara ki tētahi papa papatahi. </w:t>
            </w:r>
          </w:p>
          <w:p w14:paraId="61D334EF" w14:textId="77777777" w:rsidR="00490FFC" w:rsidRPr="00D5073A" w:rsidRDefault="00490FFC" w:rsidP="007D7C4C">
            <w:pPr>
              <w:spacing w:after="120"/>
            </w:pPr>
            <w:r>
              <w:rPr>
                <w:i/>
              </w:rPr>
              <w:t>He pēhea, ā, he aha te take e mahi ai tēnei?</w:t>
            </w:r>
            <w:r w:rsidRPr="00D5073A">
              <w:t xml:space="preserve"> Ka huria e te pētara tētahi o ngā wīra nihowhiti taraiwa. Ka nekehia e te nihowhiti taraiwa te mekameka. Ka nekehia e te mekameka tētahi o ngā nihowhiti wīra o muri. Ka nekehia e te nihowhiti wīra o muri te wīra o muri. </w:t>
            </w:r>
          </w:p>
          <w:p w14:paraId="7EA2976D" w14:textId="77777777" w:rsidR="00490FFC" w:rsidRPr="00D5073A" w:rsidRDefault="00490FFC" w:rsidP="007D7C4C">
            <w:pPr>
              <w:spacing w:after="120"/>
              <w:rPr>
                <w:i/>
              </w:rPr>
            </w:pPr>
            <w:r>
              <w:rPr>
                <w:i/>
              </w:rPr>
              <w:t>Hangaia he tauira hei whakaatu i tēnei pūhanga.</w:t>
            </w:r>
          </w:p>
          <w:p w14:paraId="3E98324D" w14:textId="77777777" w:rsidR="00490FFC" w:rsidRPr="00D5073A" w:rsidRDefault="00490FFC" w:rsidP="007D7C4C">
            <w:pPr>
              <w:spacing w:after="120"/>
            </w:pPr>
            <w:r>
              <w:t>Mahia he tauira tuatahi e whakaatu ana he pēhea te whakawhiti i te pūngao i roto i tētahi pūhanga pahikara mekameka tāupe.</w:t>
            </w:r>
          </w:p>
          <w:p w14:paraId="6FCE77A1" w14:textId="77777777" w:rsidR="00490FFC" w:rsidRPr="00D5073A" w:rsidRDefault="00490FFC" w:rsidP="007D7C4C">
            <w:pPr>
              <w:spacing w:after="120"/>
              <w:rPr>
                <w:b/>
              </w:rPr>
            </w:pPr>
          </w:p>
        </w:tc>
      </w:tr>
    </w:tbl>
    <w:p w14:paraId="5BEAEF20" w14:textId="77777777" w:rsidR="00490FFC" w:rsidRPr="00D5073A" w:rsidRDefault="00490FFC" w:rsidP="007D7C4C">
      <w:pPr>
        <w:spacing w:after="120"/>
        <w:rPr>
          <w:b/>
        </w:rPr>
      </w:pPr>
    </w:p>
    <w:p w14:paraId="5EE4862D" w14:textId="77777777" w:rsidR="00490FFC" w:rsidRDefault="00490FFC" w:rsidP="007D7C4C">
      <w:pPr>
        <w:spacing w:after="120"/>
        <w:rPr>
          <w:b/>
        </w:rPr>
      </w:pPr>
      <w:r>
        <w:rPr>
          <w:b/>
        </w:rPr>
        <w:t>He pēhea te mahi a ngā nihowhiti pahikara:</w:t>
      </w:r>
    </w:p>
    <w:p w14:paraId="7FFC473B" w14:textId="77777777" w:rsidR="00490FFC" w:rsidRPr="006F5AEB" w:rsidRDefault="00C915A9" w:rsidP="007D7C4C">
      <w:pPr>
        <w:spacing w:after="120"/>
        <w:rPr>
          <w:bCs/>
        </w:rPr>
      </w:pPr>
      <w:hyperlink r:id="rId13" w:history="1">
        <w:r w:rsidR="00C32D9F">
          <w:rPr>
            <w:rStyle w:val="Hyperlink"/>
          </w:rPr>
          <w:t>Drives and Gears (Exploratorium)</w:t>
        </w:r>
      </w:hyperlink>
    </w:p>
    <w:p w14:paraId="4BC4D5E2" w14:textId="77777777" w:rsidR="003E617B" w:rsidRDefault="003E617B" w:rsidP="007D7C4C">
      <w:pPr>
        <w:spacing w:after="120"/>
        <w:rPr>
          <w:b/>
        </w:rPr>
      </w:pPr>
    </w:p>
    <w:p w14:paraId="0C45AF4D" w14:textId="212962ED" w:rsidR="00490FFC" w:rsidRPr="00D5073A" w:rsidRDefault="00490FFC" w:rsidP="007D7C4C">
      <w:pPr>
        <w:spacing w:after="120"/>
        <w:rPr>
          <w:b/>
        </w:rPr>
      </w:pPr>
      <w:r>
        <w:rPr>
          <w:b/>
        </w:rPr>
        <w:t>Ngā whakanoho tauira e hāngai ana mō te hōrapa nihowhiti:</w:t>
      </w:r>
    </w:p>
    <w:p w14:paraId="6862E307" w14:textId="77777777" w:rsidR="00490FFC" w:rsidRPr="00D5073A" w:rsidRDefault="00C915A9" w:rsidP="007D7C4C">
      <w:pPr>
        <w:spacing w:after="120"/>
      </w:pPr>
      <w:hyperlink r:id="rId14" w:history="1">
        <w:r w:rsidR="00C32D9F">
          <w:rPr>
            <w:rStyle w:val="Hyperlink"/>
          </w:rPr>
          <w:t>K'Nex Education Gears</w:t>
        </w:r>
      </w:hyperlink>
    </w:p>
    <w:p w14:paraId="34AC7D61" w14:textId="77777777" w:rsidR="00490FFC" w:rsidRPr="00D5073A" w:rsidRDefault="00C915A9" w:rsidP="007D7C4C">
      <w:pPr>
        <w:spacing w:after="120"/>
      </w:pPr>
      <w:hyperlink r:id="rId15" w:history="1">
        <w:r w:rsidR="00C32D9F">
          <w:rPr>
            <w:rStyle w:val="Hyperlink"/>
          </w:rPr>
          <w:t>Every Educaid</w:t>
        </w:r>
      </w:hyperlink>
    </w:p>
    <w:p w14:paraId="229468F8" w14:textId="77777777" w:rsidR="003E617B" w:rsidRDefault="003E617B" w:rsidP="007D7C4C">
      <w:pPr>
        <w:spacing w:after="120"/>
        <w:rPr>
          <w:b/>
        </w:rPr>
      </w:pPr>
    </w:p>
    <w:p w14:paraId="77ABD821" w14:textId="594E0EA3" w:rsidR="00490FFC" w:rsidRPr="00D5073A" w:rsidRDefault="00490FFC" w:rsidP="007D7C4C">
      <w:pPr>
        <w:spacing w:after="120"/>
        <w:rPr>
          <w:b/>
        </w:rPr>
      </w:pPr>
      <w:r>
        <w:rPr>
          <w:b/>
        </w:rPr>
        <w:t>Pāngarau me te Tauanga</w:t>
      </w:r>
    </w:p>
    <w:p w14:paraId="168F6519" w14:textId="77777777" w:rsidR="00490FFC" w:rsidRPr="00D5073A" w:rsidRDefault="00490FFC" w:rsidP="007D7C4C">
      <w:pPr>
        <w:spacing w:after="120"/>
      </w:pPr>
      <w:r>
        <w:t xml:space="preserve">Ngā Rauemi Pāngarau o Aotearoa: </w:t>
      </w:r>
    </w:p>
    <w:p w14:paraId="16263458" w14:textId="77777777" w:rsidR="00490FFC" w:rsidRPr="00D5073A" w:rsidRDefault="00C915A9" w:rsidP="007D7C4C">
      <w:pPr>
        <w:spacing w:after="120"/>
      </w:pPr>
      <w:hyperlink r:id="rId16" w:history="1">
        <w:r w:rsidR="00C32D9F">
          <w:rPr>
            <w:rStyle w:val="Hyperlink"/>
          </w:rPr>
          <w:t>Te whakapiki i ngā nihowhiti</w:t>
        </w:r>
      </w:hyperlink>
      <w:r w:rsidR="00C32D9F">
        <w:t xml:space="preserve"> </w:t>
      </w:r>
    </w:p>
    <w:p w14:paraId="52B2D9A7" w14:textId="77777777" w:rsidR="00490FFC" w:rsidRPr="00D5073A" w:rsidRDefault="00C915A9" w:rsidP="007D7C4C">
      <w:pPr>
        <w:spacing w:after="120"/>
        <w:rPr>
          <w:b/>
        </w:rPr>
      </w:pPr>
      <w:hyperlink r:id="rId17" w:history="1">
        <w:r w:rsidR="00C32D9F">
          <w:rPr>
            <w:rStyle w:val="Hyperlink"/>
          </w:rPr>
          <w:t>Te Nihowhiti Tika; Whakamahia ngā pāpātanga me ngā ōwehenga</w:t>
        </w:r>
      </w:hyperlink>
      <w:r w:rsidR="00C32D9F">
        <w:t xml:space="preserve"> </w:t>
      </w:r>
    </w:p>
    <w:p w14:paraId="3254B2A9" w14:textId="328BBF32" w:rsidR="003E617B" w:rsidRDefault="003E617B">
      <w:pPr>
        <w:rPr>
          <w:b/>
        </w:rPr>
      </w:pPr>
      <w:r>
        <w:rPr>
          <w:b/>
        </w:rPr>
        <w:br w:type="page"/>
      </w:r>
    </w:p>
    <w:p w14:paraId="7656D2CF" w14:textId="77777777" w:rsidR="00490FFC" w:rsidRPr="000176A5" w:rsidRDefault="00490FFC" w:rsidP="007D7C4C">
      <w:pPr>
        <w:pStyle w:val="Heading2"/>
        <w:spacing w:after="120"/>
      </w:pPr>
      <w:r>
        <w:lastRenderedPageBreak/>
        <w:t>Whakakapi</w:t>
      </w:r>
    </w:p>
    <w:p w14:paraId="7BE25218" w14:textId="77777777" w:rsidR="00490FFC" w:rsidRDefault="00490FFC" w:rsidP="007D7C4C">
      <w:pPr>
        <w:spacing w:after="120"/>
        <w:rPr>
          <w:b/>
        </w:rPr>
      </w:pPr>
    </w:p>
    <w:p w14:paraId="34746F83" w14:textId="74F29519" w:rsidR="00490FFC" w:rsidRPr="000176A5" w:rsidRDefault="00490FFC" w:rsidP="007D7C4C">
      <w:pPr>
        <w:pStyle w:val="Heading3"/>
        <w:spacing w:after="120"/>
      </w:pPr>
      <w:r>
        <w:t>Wāhanga huritao</w:t>
      </w:r>
    </w:p>
    <w:p w14:paraId="71E6B3C0" w14:textId="77777777" w:rsidR="00490FFC" w:rsidRPr="00D5073A" w:rsidRDefault="00490FFC" w:rsidP="007D7C4C">
      <w:pPr>
        <w:spacing w:after="120"/>
        <w:rPr>
          <w:b/>
        </w:rPr>
      </w:pPr>
    </w:p>
    <w:p w14:paraId="3A8AD1AC" w14:textId="77777777" w:rsidR="00490FFC" w:rsidRPr="00D5073A" w:rsidRDefault="00490FFC" w:rsidP="00F403BF">
      <w:pPr>
        <w:shd w:val="clear" w:color="auto" w:fill="69BBAF"/>
        <w:spacing w:after="120"/>
      </w:pPr>
      <w:r>
        <w:t>He aha ngā mea kei te mōhio koe kāore koe i te mōhio mō te whakamahi tauru me ngā nihowhiti hei whakawhiti nekehanga ina eke pahikara?</w:t>
      </w:r>
    </w:p>
    <w:p w14:paraId="7A9A9650" w14:textId="77777777" w:rsidR="00490FFC" w:rsidRPr="00D5073A" w:rsidRDefault="00490FFC" w:rsidP="00F403BF">
      <w:pPr>
        <w:shd w:val="clear" w:color="auto" w:fill="69BBAF"/>
        <w:spacing w:after="120"/>
      </w:pPr>
      <w:r>
        <w:t>He aha ngā mea i ako koe he hou ki a koe mō te whakamahi i ngā tauru me ngā nihowhiti hei whakawhiti nekehanga?</w:t>
      </w:r>
    </w:p>
    <w:p w14:paraId="17856B4F" w14:textId="77777777" w:rsidR="00490FFC" w:rsidRPr="00D5073A" w:rsidRDefault="00490FFC" w:rsidP="00F403BF">
      <w:pPr>
        <w:shd w:val="clear" w:color="auto" w:fill="69BBAF"/>
        <w:spacing w:after="120"/>
      </w:pPr>
      <w:r>
        <w:t>He aha ngā mea ka whakaaroarohia e koe mō te whakamahi tauru me ngā nihowhiti hei whakawhiti nekehanga ina eke pahikara?</w:t>
      </w:r>
    </w:p>
    <w:p w14:paraId="64CF2E4B" w14:textId="77777777" w:rsidR="00490FFC" w:rsidRPr="00D5073A" w:rsidRDefault="00490FFC" w:rsidP="00F403BF">
      <w:pPr>
        <w:shd w:val="clear" w:color="auto" w:fill="69BBAF"/>
        <w:spacing w:after="120"/>
      </w:pPr>
      <w:r>
        <w:t>Whakamahia ngā urupare a ngā ākonga hei tuku whakatau mō ngā wāhanga whai ake.</w:t>
      </w:r>
    </w:p>
    <w:p w14:paraId="7B2FDCAB" w14:textId="77777777" w:rsidR="00490FFC" w:rsidRDefault="00490FFC" w:rsidP="007D7C4C">
      <w:pPr>
        <w:spacing w:after="120"/>
        <w:rPr>
          <w:b/>
        </w:rPr>
      </w:pPr>
    </w:p>
    <w:p w14:paraId="76317BC3" w14:textId="77777777" w:rsidR="00490FFC" w:rsidRPr="005372CE" w:rsidRDefault="00490FFC" w:rsidP="007D7C4C">
      <w:pPr>
        <w:pStyle w:val="Heading3"/>
        <w:spacing w:after="120"/>
      </w:pPr>
      <w:r>
        <w:t>Rūpiki aromatawai-whaiaro hira</w:t>
      </w:r>
    </w:p>
    <w:p w14:paraId="6365DA8E" w14:textId="77777777" w:rsidR="00490FFC" w:rsidRPr="005372CE" w:rsidRDefault="00490FFC" w:rsidP="007D7C4C">
      <w:pPr>
        <w:spacing w:after="120"/>
        <w:rPr>
          <w:b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29"/>
        <w:gridCol w:w="1674"/>
        <w:gridCol w:w="1811"/>
        <w:gridCol w:w="1708"/>
        <w:gridCol w:w="1793"/>
      </w:tblGrid>
      <w:tr w:rsidR="00490FFC" w:rsidRPr="005372CE" w14:paraId="2B1C3251" w14:textId="77777777" w:rsidTr="00FF0E3D">
        <w:trPr>
          <w:trHeight w:val="6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69BB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E5705" w14:textId="77777777" w:rsidR="00490FFC" w:rsidRPr="005372CE" w:rsidRDefault="00490FFC" w:rsidP="007D7C4C">
            <w:pPr>
              <w:spacing w:after="120"/>
              <w:rPr>
                <w:b/>
                <w:bCs/>
              </w:rPr>
            </w:pPr>
            <w:r>
              <w:rPr>
                <w:b/>
              </w:rPr>
              <w:t>Whakaaroaro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9BB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D480F" w14:textId="77777777" w:rsidR="00490FFC" w:rsidRPr="005372CE" w:rsidRDefault="00490FFC" w:rsidP="007D7C4C">
            <w:pPr>
              <w:spacing w:after="120"/>
              <w:rPr>
                <w:b/>
                <w:bCs/>
              </w:rPr>
            </w:pPr>
            <w:r>
              <w:rPr>
                <w:b/>
              </w:rPr>
              <w:t>Whakahaere whaiaro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9BB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26135" w14:textId="77777777" w:rsidR="00490FFC" w:rsidRPr="005372CE" w:rsidRDefault="00490FFC" w:rsidP="007D7C4C">
            <w:pPr>
              <w:spacing w:after="120"/>
              <w:rPr>
                <w:b/>
                <w:bCs/>
              </w:rPr>
            </w:pPr>
            <w:r>
              <w:rPr>
                <w:b/>
              </w:rPr>
              <w:t>Te whakauru me te tautoko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9BB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80E8A" w14:textId="77777777" w:rsidR="00490FFC" w:rsidRPr="005372CE" w:rsidRDefault="00490FFC" w:rsidP="007D7C4C">
            <w:pPr>
              <w:spacing w:after="120"/>
              <w:rPr>
                <w:b/>
                <w:bCs/>
              </w:rPr>
            </w:pPr>
            <w:r>
              <w:rPr>
                <w:b/>
              </w:rPr>
              <w:t>Te whai pānga ki ētahi atu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69BB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28744" w14:textId="77777777" w:rsidR="00490FFC" w:rsidRPr="005372CE" w:rsidRDefault="00490FFC" w:rsidP="007D7C4C">
            <w:pPr>
              <w:spacing w:after="120"/>
              <w:rPr>
                <w:b/>
                <w:bCs/>
              </w:rPr>
            </w:pPr>
            <w:r>
              <w:rPr>
                <w:b/>
              </w:rPr>
              <w:t>Te whakamahi tohu reo me ngā kupu</w:t>
            </w:r>
          </w:p>
        </w:tc>
      </w:tr>
      <w:tr w:rsidR="00490FFC" w:rsidRPr="005372CE" w14:paraId="50277112" w14:textId="77777777" w:rsidTr="006C15E8">
        <w:trPr>
          <w:trHeight w:val="4738"/>
        </w:trPr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31581" w14:textId="77777777" w:rsidR="00490FFC" w:rsidRPr="005372CE" w:rsidRDefault="00490FFC" w:rsidP="007D7C4C">
            <w:pPr>
              <w:spacing w:after="120"/>
              <w:rPr>
                <w:bCs/>
              </w:rPr>
            </w:pPr>
            <w:r>
              <w:t>Whakapakaritia te kanohi arohaehae (arokā wāhitanga) mō ngā wāhi me ngā mahi kāore i te haumaru ina pahikara ana koe.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CEC07" w14:textId="77777777" w:rsidR="00490FFC" w:rsidRPr="005372CE" w:rsidRDefault="00490FFC" w:rsidP="007D7C4C">
            <w:pPr>
              <w:spacing w:after="120"/>
              <w:rPr>
                <w:bCs/>
              </w:rPr>
            </w:pPr>
            <w:r>
              <w:t xml:space="preserve">Kia tika te āhua i a koe i runga pahikara, i waenga pahikara hoki. </w:t>
            </w:r>
          </w:p>
          <w:p w14:paraId="56978D40" w14:textId="77777777" w:rsidR="00490FFC" w:rsidRPr="005372CE" w:rsidRDefault="00490FFC" w:rsidP="007D7C4C">
            <w:pPr>
              <w:spacing w:after="120"/>
              <w:rPr>
                <w:bCs/>
              </w:rPr>
            </w:pPr>
            <w:r>
              <w:t>Ko te āhua me te wairua pai ko te whakaū kia 'ngahau te eke pahikara me ngā wāhi haumaru'.</w:t>
            </w:r>
          </w:p>
          <w:p w14:paraId="0F12BFBF" w14:textId="77777777" w:rsidR="00490FFC" w:rsidRPr="005372CE" w:rsidRDefault="00490FFC" w:rsidP="007D7C4C">
            <w:pPr>
              <w:spacing w:after="120"/>
              <w:rPr>
                <w:bCs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2C0A7" w14:textId="77777777" w:rsidR="00490FFC" w:rsidRPr="005372CE" w:rsidRDefault="00490FFC" w:rsidP="007D7C4C">
            <w:pPr>
              <w:spacing w:after="120"/>
              <w:rPr>
                <w:bCs/>
              </w:rPr>
            </w:pPr>
            <w:r>
              <w:t>Te whakaatu mōhio ki ngā take paetata mō te eke pahikara.</w:t>
            </w:r>
          </w:p>
          <w:p w14:paraId="4AB59E55" w14:textId="77777777" w:rsidR="00490FFC" w:rsidRPr="005372CE" w:rsidRDefault="00490FFC" w:rsidP="007D7C4C">
            <w:pPr>
              <w:spacing w:after="120"/>
              <w:rPr>
                <w:bCs/>
              </w:rPr>
            </w:pPr>
            <w:r>
              <w:t>Me tino whai wāhi atu ki ngā take hapori e pā ana ki te whakangahau me te noho haumaru ina eke pahikara</w:t>
            </w:r>
          </w:p>
          <w:p w14:paraId="348810A6" w14:textId="77777777" w:rsidR="00490FFC" w:rsidRPr="005372CE" w:rsidRDefault="00490FFC" w:rsidP="007D7C4C">
            <w:pPr>
              <w:spacing w:after="120"/>
              <w:rPr>
                <w:bCs/>
              </w:rPr>
            </w:pPr>
            <w:r>
              <w:t xml:space="preserve">Te tautoko i ngā wāhi me ngā huihuinga paetata kia 'ngahau me te haumaru te eke pahikara'.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38E1D" w14:textId="77777777" w:rsidR="00490FFC" w:rsidRPr="005372CE" w:rsidRDefault="00490FFC" w:rsidP="007D7C4C">
            <w:pPr>
              <w:spacing w:after="120"/>
              <w:rPr>
                <w:bCs/>
              </w:rPr>
            </w:pPr>
            <w:r>
              <w:t>Te pāhekoheko me ētahi atu ki te waihanga i ngā wāhi pahikara 'ngahau me te haumaru' i te kura me te hapori.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FD843" w14:textId="77777777" w:rsidR="00490FFC" w:rsidRPr="005372CE" w:rsidRDefault="00490FFC" w:rsidP="007D7C4C">
            <w:pPr>
              <w:spacing w:after="120"/>
              <w:rPr>
                <w:bCs/>
              </w:rPr>
            </w:pPr>
            <w:r>
              <w:t>Te whakamāori i ngā karere i roto i ngā kōrero mō te 'eke pahikara kia ngahau me ngā wāhi haumaru'.</w:t>
            </w:r>
          </w:p>
          <w:p w14:paraId="73384121" w14:textId="77777777" w:rsidR="00490FFC" w:rsidRPr="005372CE" w:rsidRDefault="00490FFC" w:rsidP="007D7C4C">
            <w:pPr>
              <w:spacing w:after="120"/>
              <w:rPr>
                <w:bCs/>
              </w:rPr>
            </w:pPr>
            <w:r>
              <w:t>Te whakamahi i ngā tohu reo me ngā kupu hei whakaputa i ngā karere mō te 'ngahau o te eke pahikara me ngā wāhi haumaru'.</w:t>
            </w:r>
          </w:p>
        </w:tc>
      </w:tr>
    </w:tbl>
    <w:p w14:paraId="1429908A" w14:textId="77777777" w:rsidR="00490FFC" w:rsidRPr="005372CE" w:rsidRDefault="00490FFC" w:rsidP="007D7C4C">
      <w:pPr>
        <w:spacing w:after="120"/>
        <w:rPr>
          <w:b/>
        </w:rPr>
      </w:pPr>
    </w:p>
    <w:p w14:paraId="199ABF2C" w14:textId="77777777" w:rsidR="00490FFC" w:rsidRPr="005372CE" w:rsidRDefault="00490FFC" w:rsidP="007D7C4C">
      <w:pPr>
        <w:spacing w:after="120"/>
        <w:rPr>
          <w:bCs/>
        </w:rPr>
      </w:pPr>
      <w:r>
        <w:t>Mō ētahi atu kōrero mō ngā rūpiki aromatawai-whaiaro hira, tirohia te Āpitihanga B.</w:t>
      </w:r>
    </w:p>
    <w:p w14:paraId="60A4C7EF" w14:textId="77777777" w:rsidR="00490FFC" w:rsidRDefault="00490FFC" w:rsidP="007D7C4C">
      <w:pPr>
        <w:spacing w:after="120"/>
        <w:rPr>
          <w:b/>
        </w:rPr>
      </w:pPr>
    </w:p>
    <w:sectPr w:rsidR="00490FFC" w:rsidSect="007C5E57">
      <w:headerReference w:type="default" r:id="rId18"/>
      <w:footerReference w:type="even" r:id="rId19"/>
      <w:footerReference w:type="default" r:id="rId20"/>
      <w:footerReference w:type="first" r:id="rId21"/>
      <w:pgSz w:w="11900" w:h="16840" w:code="9"/>
      <w:pgMar w:top="1701" w:right="1440" w:bottom="1701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D7B3A" w14:textId="77777777" w:rsidR="004373DA" w:rsidRDefault="004373DA" w:rsidP="003F6EDA">
      <w:r>
        <w:separator/>
      </w:r>
    </w:p>
  </w:endnote>
  <w:endnote w:type="continuationSeparator" w:id="0">
    <w:p w14:paraId="0BB309BF" w14:textId="77777777" w:rsidR="004373DA" w:rsidRDefault="004373DA" w:rsidP="003F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37624" w14:textId="77777777" w:rsidR="00E42B11" w:rsidRDefault="00E42B11" w:rsidP="006E79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D83B1D" w14:textId="77777777" w:rsidR="00E42B11" w:rsidRDefault="00E42B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A7253" w14:textId="77777777" w:rsidR="00051157" w:rsidRPr="00B557DE" w:rsidRDefault="00DB3B0E" w:rsidP="007C5E57">
    <w:pPr>
      <w:pStyle w:val="Footer"/>
      <w:pBdr>
        <w:top w:val="single" w:sz="4" w:space="1" w:color="A6A6A6" w:themeColor="background1" w:themeShade="A6"/>
      </w:pBdr>
      <w:tabs>
        <w:tab w:val="clear" w:pos="8640"/>
        <w:tab w:val="right" w:pos="9000"/>
      </w:tabs>
      <w:ind w:right="20"/>
      <w:rPr>
        <w:sz w:val="16"/>
        <w:szCs w:val="16"/>
      </w:rPr>
    </w:pPr>
    <w:r>
      <w:rPr>
        <w:noProof/>
      </w:rPr>
      <w:drawing>
        <wp:inline distT="0" distB="0" distL="0" distR="0" wp14:anchorId="2D2BDF2A" wp14:editId="071D1585">
          <wp:extent cx="1128730" cy="350875"/>
          <wp:effectExtent l="0" t="0" r="635" b="0"/>
          <wp:docPr id="7" name="Picture 7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Waka-Kotahi_RGB_BLU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8730" cy="350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51157" w:rsidRPr="00B557DE">
      <w:rPr>
        <w:sz w:val="16"/>
        <w:szCs w:val="16"/>
      </w:rPr>
      <w:tab/>
    </w:r>
    <w:r w:rsidR="007C5E57">
      <w:rPr>
        <w:sz w:val="16"/>
        <w:szCs w:val="16"/>
      </w:rPr>
      <w:fldChar w:fldCharType="begin"/>
    </w:r>
    <w:r w:rsidR="007C5E57">
      <w:rPr>
        <w:sz w:val="16"/>
        <w:szCs w:val="16"/>
      </w:rPr>
      <w:instrText xml:space="preserve"> PAGE  \* Arabic  \* MERGEFORMAT </w:instrText>
    </w:r>
    <w:r w:rsidR="007C5E57">
      <w:rPr>
        <w:sz w:val="16"/>
        <w:szCs w:val="16"/>
      </w:rPr>
      <w:fldChar w:fldCharType="separate"/>
    </w:r>
    <w:r>
      <w:rPr>
        <w:sz w:val="16"/>
      </w:rPr>
      <w:t>1</w:t>
    </w:r>
    <w:r w:rsidR="007C5E57">
      <w:rPr>
        <w:sz w:val="16"/>
        <w:szCs w:val="16"/>
      </w:rPr>
      <w:fldChar w:fldCharType="end"/>
    </w:r>
    <w:r w:rsidR="007C5E57">
      <w:rPr>
        <w:sz w:val="16"/>
        <w:szCs w:val="16"/>
      </w:rPr>
      <w:tab/>
    </w:r>
    <w:r>
      <w:rPr>
        <w:noProof/>
      </w:rPr>
      <w:drawing>
        <wp:inline distT="0" distB="0" distL="0" distR="0" wp14:anchorId="01CF38D5" wp14:editId="05C3E89F">
          <wp:extent cx="786809" cy="296842"/>
          <wp:effectExtent l="0" t="0" r="0" b="8255"/>
          <wp:docPr id="3" name="Picture 3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ZGovt-logo-compact-wordmark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12142" cy="3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98143" w14:textId="77777777" w:rsidR="00A6688F" w:rsidRDefault="00A6688F" w:rsidP="00A6688F">
    <w:pPr>
      <w:pStyle w:val="Footer"/>
      <w:ind w:left="-56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7BFD9CE" wp14:editId="26138D98">
          <wp:simplePos x="0" y="0"/>
          <wp:positionH relativeFrom="margin">
            <wp:align>center</wp:align>
          </wp:positionH>
          <wp:positionV relativeFrom="paragraph">
            <wp:posOffset>-1374775</wp:posOffset>
          </wp:positionV>
          <wp:extent cx="6645179" cy="1382400"/>
          <wp:effectExtent l="0" t="0" r="3810" b="8255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SWord templates_title 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179" cy="138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5EB33" w14:textId="77777777" w:rsidR="004373DA" w:rsidRDefault="004373DA" w:rsidP="003F6EDA">
      <w:r>
        <w:separator/>
      </w:r>
    </w:p>
  </w:footnote>
  <w:footnote w:type="continuationSeparator" w:id="0">
    <w:p w14:paraId="196D5E75" w14:textId="77777777" w:rsidR="004373DA" w:rsidRDefault="004373DA" w:rsidP="003F6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357EC" w14:textId="77777777" w:rsidR="002947D7" w:rsidRDefault="00822E75" w:rsidP="007C5E57">
    <w:pPr>
      <w:pStyle w:val="Header"/>
      <w:tabs>
        <w:tab w:val="clear" w:pos="8640"/>
        <w:tab w:val="right" w:pos="8931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EC449B1" wp14:editId="7B4BFCBD">
          <wp:simplePos x="0" y="0"/>
          <wp:positionH relativeFrom="margin">
            <wp:align>center</wp:align>
          </wp:positionH>
          <wp:positionV relativeFrom="paragraph">
            <wp:posOffset>2944</wp:posOffset>
          </wp:positionV>
          <wp:extent cx="6921500" cy="487045"/>
          <wp:effectExtent l="0" t="0" r="0" b="825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keReadyWord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21500" cy="487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1E86FA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67259E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3CB0BB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61E25C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123F7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E5592B"/>
    <w:multiLevelType w:val="hybridMultilevel"/>
    <w:tmpl w:val="5908E98C"/>
    <w:lvl w:ilvl="0" w:tplc="401CCED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5742D"/>
    <w:multiLevelType w:val="hybridMultilevel"/>
    <w:tmpl w:val="53A070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94969"/>
    <w:multiLevelType w:val="multilevel"/>
    <w:tmpl w:val="4F9EDE70"/>
    <w:styleLink w:val="NumberList1"/>
    <w:lvl w:ilvl="0">
      <w:start w:val="1"/>
      <w:numFmt w:val="decimal"/>
      <w:lvlText w:val="%1."/>
      <w:lvlJc w:val="left"/>
      <w:pPr>
        <w:ind w:left="1080" w:hanging="720"/>
      </w:pPr>
      <w:rPr>
        <w:rFonts w:ascii="Calibri" w:hAnsi="Calibri" w:hint="default"/>
        <w:b w:val="0"/>
        <w:i w:val="0"/>
        <w:color w:val="262626" w:themeColor="text1" w:themeTint="D9"/>
        <w:sz w:val="20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="Calibri" w:hAnsi="Calibri" w:hint="default"/>
        <w:b w:val="0"/>
        <w:i w:val="0"/>
        <w:sz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Calibri" w:hAnsi="Calibri" w:hint="default"/>
        <w:b w:val="0"/>
        <w:i w:val="0"/>
        <w:sz w:val="2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00456B1"/>
    <w:multiLevelType w:val="multilevel"/>
    <w:tmpl w:val="F776065E"/>
    <w:lvl w:ilvl="0">
      <w:start w:val="1"/>
      <w:numFmt w:val="decimal"/>
      <w:pStyle w:val="NumberBullet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1F94EBF"/>
    <w:multiLevelType w:val="multilevel"/>
    <w:tmpl w:val="DA0CA2B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34F55DC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6C26AC6"/>
    <w:multiLevelType w:val="hybridMultilevel"/>
    <w:tmpl w:val="7A5823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C17D2"/>
    <w:multiLevelType w:val="hybridMultilevel"/>
    <w:tmpl w:val="973AF6AA"/>
    <w:lvl w:ilvl="0" w:tplc="275C4BB4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7C3670"/>
    <w:multiLevelType w:val="multilevel"/>
    <w:tmpl w:val="29AE71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E7551C"/>
    <w:multiLevelType w:val="hybridMultilevel"/>
    <w:tmpl w:val="D0362E6A"/>
    <w:lvl w:ilvl="0" w:tplc="BE44DD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24355C"/>
    <w:multiLevelType w:val="hybridMultilevel"/>
    <w:tmpl w:val="6E448BF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70186B"/>
    <w:multiLevelType w:val="multilevel"/>
    <w:tmpl w:val="CF1ACB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77A1A4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ED1107"/>
    <w:multiLevelType w:val="multilevel"/>
    <w:tmpl w:val="20C47A08"/>
    <w:styleLink w:val="Style2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9" w15:restartNumberingAfterBreak="0">
    <w:nsid w:val="5BF76780"/>
    <w:multiLevelType w:val="multilevel"/>
    <w:tmpl w:val="0804E5DE"/>
    <w:lvl w:ilvl="0">
      <w:start w:val="1"/>
      <w:numFmt w:val="decimal"/>
      <w:pStyle w:val="ListNumber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5FA21920"/>
    <w:multiLevelType w:val="hybridMultilevel"/>
    <w:tmpl w:val="FA7C186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7E54FF"/>
    <w:multiLevelType w:val="multilevel"/>
    <w:tmpl w:val="161C9A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6D7073A"/>
    <w:multiLevelType w:val="multilevel"/>
    <w:tmpl w:val="0804E5DE"/>
    <w:styleLink w:val="Style1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3" w15:restartNumberingAfterBreak="0">
    <w:nsid w:val="67167996"/>
    <w:multiLevelType w:val="hybridMultilevel"/>
    <w:tmpl w:val="A628E0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A53494"/>
    <w:multiLevelType w:val="multilevel"/>
    <w:tmpl w:val="83002852"/>
    <w:lvl w:ilvl="0">
      <w:start w:val="1"/>
      <w:numFmt w:val="decimal"/>
      <w:pStyle w:val="NumberBullet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5" w15:restartNumberingAfterBreak="0">
    <w:nsid w:val="71786A74"/>
    <w:multiLevelType w:val="hybridMultilevel"/>
    <w:tmpl w:val="91E8E4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6933849">
    <w:abstractNumId w:val="5"/>
  </w:num>
  <w:num w:numId="2" w16cid:durableId="1303190118">
    <w:abstractNumId w:val="2"/>
  </w:num>
  <w:num w:numId="3" w16cid:durableId="840892632">
    <w:abstractNumId w:val="13"/>
  </w:num>
  <w:num w:numId="4" w16cid:durableId="746613340">
    <w:abstractNumId w:val="0"/>
  </w:num>
  <w:num w:numId="5" w16cid:durableId="1507478078">
    <w:abstractNumId w:val="10"/>
  </w:num>
  <w:num w:numId="6" w16cid:durableId="840654984">
    <w:abstractNumId w:val="4"/>
  </w:num>
  <w:num w:numId="7" w16cid:durableId="698436349">
    <w:abstractNumId w:val="17"/>
  </w:num>
  <w:num w:numId="8" w16cid:durableId="880747787">
    <w:abstractNumId w:val="21"/>
  </w:num>
  <w:num w:numId="9" w16cid:durableId="1315648108">
    <w:abstractNumId w:val="1"/>
  </w:num>
  <w:num w:numId="10" w16cid:durableId="1949071984">
    <w:abstractNumId w:val="8"/>
  </w:num>
  <w:num w:numId="11" w16cid:durableId="748842909">
    <w:abstractNumId w:val="3"/>
  </w:num>
  <w:num w:numId="12" w16cid:durableId="2141024353">
    <w:abstractNumId w:val="16"/>
  </w:num>
  <w:num w:numId="13" w16cid:durableId="1068308768">
    <w:abstractNumId w:val="19"/>
  </w:num>
  <w:num w:numId="14" w16cid:durableId="1895502672">
    <w:abstractNumId w:val="7"/>
  </w:num>
  <w:num w:numId="15" w16cid:durableId="1673800645">
    <w:abstractNumId w:val="22"/>
  </w:num>
  <w:num w:numId="16" w16cid:durableId="1985809866">
    <w:abstractNumId w:val="24"/>
  </w:num>
  <w:num w:numId="17" w16cid:durableId="1049649988">
    <w:abstractNumId w:val="18"/>
  </w:num>
  <w:num w:numId="18" w16cid:durableId="1021853611">
    <w:abstractNumId w:val="9"/>
  </w:num>
  <w:num w:numId="19" w16cid:durableId="1593659221">
    <w:abstractNumId w:val="25"/>
  </w:num>
  <w:num w:numId="20" w16cid:durableId="857474707">
    <w:abstractNumId w:val="11"/>
  </w:num>
  <w:num w:numId="21" w16cid:durableId="1758135798">
    <w:abstractNumId w:val="12"/>
  </w:num>
  <w:num w:numId="22" w16cid:durableId="1282684115">
    <w:abstractNumId w:val="20"/>
  </w:num>
  <w:num w:numId="23" w16cid:durableId="914171542">
    <w:abstractNumId w:val="14"/>
  </w:num>
  <w:num w:numId="24" w16cid:durableId="193419423">
    <w:abstractNumId w:val="6"/>
  </w:num>
  <w:num w:numId="25" w16cid:durableId="247421372">
    <w:abstractNumId w:val="23"/>
  </w:num>
  <w:num w:numId="26" w16cid:durableId="10994465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422"/>
    <w:rsid w:val="0000623C"/>
    <w:rsid w:val="00023D11"/>
    <w:rsid w:val="00051157"/>
    <w:rsid w:val="000C54EF"/>
    <w:rsid w:val="001833D5"/>
    <w:rsid w:val="00191070"/>
    <w:rsid w:val="001F3F68"/>
    <w:rsid w:val="00222ABE"/>
    <w:rsid w:val="002947D7"/>
    <w:rsid w:val="002B5ABD"/>
    <w:rsid w:val="002C7EA6"/>
    <w:rsid w:val="00332021"/>
    <w:rsid w:val="003E617B"/>
    <w:rsid w:val="003F6EDA"/>
    <w:rsid w:val="004373DA"/>
    <w:rsid w:val="004508CB"/>
    <w:rsid w:val="0045112D"/>
    <w:rsid w:val="00490FFC"/>
    <w:rsid w:val="00524F14"/>
    <w:rsid w:val="00540E32"/>
    <w:rsid w:val="005679BF"/>
    <w:rsid w:val="005A1A9B"/>
    <w:rsid w:val="006C1690"/>
    <w:rsid w:val="006D556D"/>
    <w:rsid w:val="0072467C"/>
    <w:rsid w:val="00745BEC"/>
    <w:rsid w:val="00776A3F"/>
    <w:rsid w:val="00787FB3"/>
    <w:rsid w:val="007C13BD"/>
    <w:rsid w:val="007C5E57"/>
    <w:rsid w:val="007D7C4C"/>
    <w:rsid w:val="00822E75"/>
    <w:rsid w:val="0087427B"/>
    <w:rsid w:val="008A28D0"/>
    <w:rsid w:val="0092574B"/>
    <w:rsid w:val="009348AA"/>
    <w:rsid w:val="0096784A"/>
    <w:rsid w:val="00985422"/>
    <w:rsid w:val="00992875"/>
    <w:rsid w:val="00A6688F"/>
    <w:rsid w:val="00AE4B08"/>
    <w:rsid w:val="00B557DE"/>
    <w:rsid w:val="00C32D9F"/>
    <w:rsid w:val="00C915A9"/>
    <w:rsid w:val="00D0090F"/>
    <w:rsid w:val="00DB3B0E"/>
    <w:rsid w:val="00E16E77"/>
    <w:rsid w:val="00E42B11"/>
    <w:rsid w:val="00E61894"/>
    <w:rsid w:val="00EF5E7B"/>
    <w:rsid w:val="00F1600E"/>
    <w:rsid w:val="00F403BF"/>
    <w:rsid w:val="00F81DDF"/>
    <w:rsid w:val="00F85F31"/>
    <w:rsid w:val="00F8776A"/>
    <w:rsid w:val="00FA3F57"/>
    <w:rsid w:val="00FF0E3D"/>
    <w:rsid w:val="00FF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3CA37A1"/>
  <w15:docId w15:val="{0F7D505B-C8D0-4F0E-8A4B-732D7E047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mi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F57"/>
    <w:rPr>
      <w:rFonts w:ascii="Calibri" w:hAnsi="Calibri"/>
      <w:color w:val="262626" w:themeColor="text1" w:themeTint="D9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5E57"/>
    <w:pPr>
      <w:keepNext/>
      <w:keepLines/>
      <w:spacing w:before="360"/>
      <w:outlineLvl w:val="0"/>
    </w:pPr>
    <w:rPr>
      <w:rFonts w:ascii="Georgia" w:eastAsiaTheme="majorEastAsia" w:hAnsi="Georgia" w:cstheme="majorBidi"/>
      <w:bCs/>
      <w:color w:val="273944"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9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aps/>
      <w:color w:val="69BBA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3F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273944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A3F5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Cs/>
      <w:color w:val="27394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6E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6EDA"/>
  </w:style>
  <w:style w:type="paragraph" w:styleId="Footer">
    <w:name w:val="footer"/>
    <w:basedOn w:val="Normal"/>
    <w:link w:val="FooterChar"/>
    <w:uiPriority w:val="99"/>
    <w:unhideWhenUsed/>
    <w:rsid w:val="003F6E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EDA"/>
  </w:style>
  <w:style w:type="paragraph" w:styleId="BalloonText">
    <w:name w:val="Balloon Text"/>
    <w:basedOn w:val="Normal"/>
    <w:link w:val="BalloonTextChar"/>
    <w:uiPriority w:val="99"/>
    <w:semiHidden/>
    <w:unhideWhenUsed/>
    <w:rsid w:val="003F6ED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EDA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C5E57"/>
    <w:rPr>
      <w:rFonts w:ascii="Georgia" w:eastAsiaTheme="majorEastAsia" w:hAnsi="Georgia" w:cstheme="majorBidi"/>
      <w:bCs/>
      <w:color w:val="273944"/>
      <w:sz w:val="56"/>
      <w:szCs w:val="32"/>
      <w:lang w:val="mi-NZ"/>
    </w:rPr>
  </w:style>
  <w:style w:type="character" w:customStyle="1" w:styleId="Heading2Char">
    <w:name w:val="Heading 2 Char"/>
    <w:basedOn w:val="DefaultParagraphFont"/>
    <w:link w:val="Heading2"/>
    <w:uiPriority w:val="9"/>
    <w:rsid w:val="005679BF"/>
    <w:rPr>
      <w:rFonts w:asciiTheme="majorHAnsi" w:eastAsiaTheme="majorEastAsia" w:hAnsiTheme="majorHAnsi" w:cstheme="majorBidi"/>
      <w:b/>
      <w:bCs/>
      <w:caps/>
      <w:color w:val="69BBAF"/>
      <w:sz w:val="40"/>
      <w:szCs w:val="40"/>
    </w:rPr>
  </w:style>
  <w:style w:type="paragraph" w:styleId="NoSpacing">
    <w:name w:val="No Spacing"/>
    <w:uiPriority w:val="1"/>
    <w:rsid w:val="00FA3F57"/>
    <w:rPr>
      <w:rFonts w:ascii="Calibri" w:hAnsi="Calibri"/>
      <w:color w:val="262626" w:themeColor="text1" w:themeTint="D9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FA3F57"/>
    <w:rPr>
      <w:rFonts w:asciiTheme="majorHAnsi" w:eastAsiaTheme="majorEastAsia" w:hAnsiTheme="majorHAnsi" w:cstheme="majorBidi"/>
      <w:b/>
      <w:bCs/>
      <w:color w:val="273944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FA3F57"/>
    <w:rPr>
      <w:rFonts w:asciiTheme="majorHAnsi" w:eastAsiaTheme="majorEastAsia" w:hAnsiTheme="majorHAnsi" w:cstheme="majorBidi"/>
      <w:bCs/>
      <w:iCs/>
      <w:color w:val="273944"/>
    </w:rPr>
  </w:style>
  <w:style w:type="paragraph" w:styleId="Subtitle">
    <w:name w:val="Subtitle"/>
    <w:aliases w:val="Italic"/>
    <w:basedOn w:val="Normal"/>
    <w:next w:val="Normal"/>
    <w:link w:val="SubtitleChar"/>
    <w:uiPriority w:val="11"/>
    <w:qFormat/>
    <w:rsid w:val="00D0090F"/>
    <w:pPr>
      <w:numPr>
        <w:ilvl w:val="1"/>
      </w:numPr>
    </w:pPr>
    <w:rPr>
      <w:rFonts w:eastAsiaTheme="majorEastAsia" w:cstheme="majorBidi"/>
      <w:i/>
      <w:iCs/>
      <w:spacing w:val="15"/>
    </w:rPr>
  </w:style>
  <w:style w:type="character" w:customStyle="1" w:styleId="SubtitleChar">
    <w:name w:val="Subtitle Char"/>
    <w:aliases w:val="Italic Char"/>
    <w:basedOn w:val="DefaultParagraphFont"/>
    <w:link w:val="Subtitle"/>
    <w:uiPriority w:val="11"/>
    <w:rsid w:val="00D0090F"/>
    <w:rPr>
      <w:rFonts w:ascii="Calibri" w:eastAsiaTheme="majorEastAsia" w:hAnsi="Calibri" w:cstheme="majorBidi"/>
      <w:i/>
      <w:iCs/>
      <w:color w:val="262626" w:themeColor="text1" w:themeTint="D9"/>
      <w:spacing w:val="15"/>
      <w:sz w:val="20"/>
    </w:rPr>
  </w:style>
  <w:style w:type="character" w:styleId="SubtleEmphasis">
    <w:name w:val="Subtle Emphasis"/>
    <w:aliases w:val="Bold"/>
    <w:basedOn w:val="DefaultParagraphFont"/>
    <w:uiPriority w:val="19"/>
    <w:qFormat/>
    <w:rsid w:val="00D0090F"/>
    <w:rPr>
      <w:b/>
      <w:iCs/>
    </w:rPr>
  </w:style>
  <w:style w:type="character" w:styleId="Emphasis">
    <w:name w:val="Emphasis"/>
    <w:basedOn w:val="DefaultParagraphFont"/>
    <w:uiPriority w:val="20"/>
    <w:rsid w:val="00D0090F"/>
    <w:rPr>
      <w:iCs/>
    </w:rPr>
  </w:style>
  <w:style w:type="paragraph" w:styleId="ListParagraph">
    <w:name w:val="List Paragraph"/>
    <w:aliases w:val="Bullet 1"/>
    <w:basedOn w:val="Normal"/>
    <w:next w:val="ListBullet"/>
    <w:uiPriority w:val="34"/>
    <w:qFormat/>
    <w:rsid w:val="00D0090F"/>
    <w:pPr>
      <w:numPr>
        <w:numId w:val="1"/>
      </w:numPr>
      <w:contextualSpacing/>
    </w:pPr>
  </w:style>
  <w:style w:type="character" w:styleId="IntenseReference">
    <w:name w:val="Intense Reference"/>
    <w:aliases w:val="Bullet"/>
    <w:basedOn w:val="Emphasis"/>
    <w:uiPriority w:val="32"/>
    <w:rsid w:val="00D0090F"/>
    <w:rPr>
      <w:iCs/>
    </w:rPr>
  </w:style>
  <w:style w:type="character" w:styleId="BookTitle">
    <w:name w:val="Book Title"/>
    <w:aliases w:val="Bullet 2"/>
    <w:basedOn w:val="DefaultParagraphFont"/>
    <w:uiPriority w:val="33"/>
    <w:rsid w:val="002C7EA6"/>
    <w:rPr>
      <w:b/>
      <w:bCs/>
      <w:smallCaps/>
      <w:spacing w:val="5"/>
    </w:rPr>
  </w:style>
  <w:style w:type="paragraph" w:styleId="ListBullet">
    <w:name w:val="List Bullet"/>
    <w:basedOn w:val="Normal"/>
    <w:uiPriority w:val="99"/>
    <w:semiHidden/>
    <w:unhideWhenUsed/>
    <w:rsid w:val="00D0090F"/>
    <w:pPr>
      <w:numPr>
        <w:numId w:val="2"/>
      </w:numPr>
      <w:contextualSpacing/>
    </w:pPr>
  </w:style>
  <w:style w:type="paragraph" w:customStyle="1" w:styleId="NumberBullet">
    <w:name w:val="Number Bullet"/>
    <w:basedOn w:val="ListNumber"/>
    <w:next w:val="ListNumber"/>
    <w:rsid w:val="005679BF"/>
    <w:pPr>
      <w:numPr>
        <w:numId w:val="10"/>
      </w:numPr>
    </w:pPr>
  </w:style>
  <w:style w:type="table" w:styleId="TableGrid">
    <w:name w:val="Table Grid"/>
    <w:basedOn w:val="TableNormal"/>
    <w:uiPriority w:val="59"/>
    <w:rsid w:val="002C7E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2">
    <w:name w:val="List Bullet 2"/>
    <w:basedOn w:val="Normal"/>
    <w:uiPriority w:val="99"/>
    <w:semiHidden/>
    <w:unhideWhenUsed/>
    <w:rsid w:val="002C7EA6"/>
    <w:pPr>
      <w:numPr>
        <w:numId w:val="4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332021"/>
    <w:rPr>
      <w:color w:val="0000FF" w:themeColor="hyperlink"/>
      <w:u w:val="single"/>
    </w:rPr>
  </w:style>
  <w:style w:type="paragraph" w:customStyle="1" w:styleId="ListNumber1">
    <w:name w:val="List Number 1"/>
    <w:basedOn w:val="Heading2"/>
    <w:rsid w:val="005679BF"/>
    <w:pPr>
      <w:numPr>
        <w:numId w:val="13"/>
      </w:numPr>
    </w:pPr>
    <w:rPr>
      <w:rFonts w:ascii="Calibri" w:hAnsi="Calibri"/>
      <w:b w:val="0"/>
      <w:color w:val="262626" w:themeColor="text1" w:themeTint="D9"/>
      <w:sz w:val="20"/>
      <w:szCs w:val="20"/>
    </w:rPr>
  </w:style>
  <w:style w:type="paragraph" w:styleId="ListNumber">
    <w:name w:val="List Number"/>
    <w:basedOn w:val="Normal"/>
    <w:uiPriority w:val="99"/>
    <w:semiHidden/>
    <w:unhideWhenUsed/>
    <w:rsid w:val="005679BF"/>
    <w:pPr>
      <w:numPr>
        <w:numId w:val="9"/>
      </w:numPr>
      <w:contextualSpacing/>
    </w:pPr>
  </w:style>
  <w:style w:type="numbering" w:customStyle="1" w:styleId="NumberList1">
    <w:name w:val="Number List 1"/>
    <w:basedOn w:val="NoList"/>
    <w:uiPriority w:val="99"/>
    <w:rsid w:val="00AE4B08"/>
    <w:pPr>
      <w:numPr>
        <w:numId w:val="14"/>
      </w:numPr>
    </w:pPr>
  </w:style>
  <w:style w:type="numbering" w:customStyle="1" w:styleId="Style1">
    <w:name w:val="Style1"/>
    <w:basedOn w:val="NoList"/>
    <w:uiPriority w:val="99"/>
    <w:rsid w:val="00AE4B08"/>
    <w:pPr>
      <w:numPr>
        <w:numId w:val="15"/>
      </w:numPr>
    </w:pPr>
  </w:style>
  <w:style w:type="numbering" w:customStyle="1" w:styleId="Style2">
    <w:name w:val="Style2"/>
    <w:basedOn w:val="NoList"/>
    <w:uiPriority w:val="99"/>
    <w:rsid w:val="000C54EF"/>
    <w:pPr>
      <w:numPr>
        <w:numId w:val="17"/>
      </w:numPr>
    </w:pPr>
  </w:style>
  <w:style w:type="paragraph" w:customStyle="1" w:styleId="NumberBullet1">
    <w:name w:val="Number Bullet 1"/>
    <w:basedOn w:val="ListParagraph"/>
    <w:qFormat/>
    <w:rsid w:val="000C54EF"/>
    <w:pPr>
      <w:numPr>
        <w:numId w:val="16"/>
      </w:numPr>
    </w:pPr>
  </w:style>
  <w:style w:type="character" w:styleId="PageNumber">
    <w:name w:val="page number"/>
    <w:basedOn w:val="DefaultParagraphFont"/>
    <w:uiPriority w:val="99"/>
    <w:semiHidden/>
    <w:unhideWhenUsed/>
    <w:rsid w:val="00E42B11"/>
  </w:style>
  <w:style w:type="paragraph" w:customStyle="1" w:styleId="TableHeading">
    <w:name w:val="Table Heading"/>
    <w:basedOn w:val="Normal"/>
    <w:link w:val="TableHeadingChar"/>
    <w:rsid w:val="00B557DE"/>
    <w:rPr>
      <w:color w:val="FFFFFF" w:themeColor="background1"/>
    </w:rPr>
  </w:style>
  <w:style w:type="character" w:customStyle="1" w:styleId="TableHeadingChar">
    <w:name w:val="Table Heading Char"/>
    <w:basedOn w:val="DefaultParagraphFont"/>
    <w:link w:val="TableHeading"/>
    <w:rsid w:val="00B557DE"/>
    <w:rPr>
      <w:rFonts w:ascii="Calibri" w:hAnsi="Calibri"/>
      <w:color w:val="FFFFFF" w:themeColor="background1"/>
      <w:sz w:val="20"/>
      <w:lang w:val="mi-NZ"/>
    </w:rPr>
  </w:style>
  <w:style w:type="paragraph" w:styleId="Title">
    <w:name w:val="Title"/>
    <w:basedOn w:val="Normal"/>
    <w:next w:val="Normal"/>
    <w:link w:val="TitleChar"/>
    <w:uiPriority w:val="10"/>
    <w:rsid w:val="00490FFC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0FFC"/>
    <w:rPr>
      <w:rFonts w:asciiTheme="majorHAnsi" w:eastAsiaTheme="majorEastAsia" w:hAnsiTheme="majorHAnsi" w:cstheme="majorBidi"/>
      <w:spacing w:val="-10"/>
      <w:kern w:val="28"/>
      <w:sz w:val="56"/>
      <w:szCs w:val="56"/>
      <w:lang w:val="mi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xploratorium.edu/cycling/gears1.htm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s://nzmaths.co.nz/resource/right-gea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zmaths.co.nz/resource/gearing-0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everyeducaid.co.nz/search.php?page=1&amp;section=product&amp;search_query=gears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dkfindout.com/uk/science/simple-machines/gears/" TargetMode="External"/><Relationship Id="rId14" Type="http://schemas.openxmlformats.org/officeDocument/2006/relationships/hyperlink" Target="https://www.teaching.co.nz/product/KN78630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ocuments\Custom%20Office%20Templates\Bike%20Ready%20simpl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2F6323-82B3-4473-951A-6715FE4E1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Bike Ready simple template.dotx</Template>
  <TotalTime>16</TotalTime>
  <Pages>11</Pages>
  <Words>3081</Words>
  <Characters>17565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 Transport Agency</Company>
  <LinksUpToDate>false</LinksUpToDate>
  <CharactersWithSpaces>20605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23</cp:revision>
  <dcterms:created xsi:type="dcterms:W3CDTF">2022-12-06T01:02:00Z</dcterms:created>
  <dcterms:modified xsi:type="dcterms:W3CDTF">2023-05-22T18:46:00Z</dcterms:modified>
</cp:coreProperties>
</file>